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8F8" w:rsidRDefault="004E38F8" w:rsidP="004E38F8">
      <w:pPr>
        <w:pStyle w:val="StandardMuster"/>
      </w:pPr>
      <w:bookmarkStart w:id="0" w:name="Muster"/>
      <w:r>
        <w:t xml:space="preserve">M19/3 </w:t>
      </w:r>
      <w:bookmarkEnd w:id="0"/>
      <w:r>
        <w:tab/>
        <w:t>Bürgschafts-Mitteilung</w:t>
      </w:r>
    </w:p>
    <w:tbl>
      <w:tblPr>
        <w:tblW w:w="9334" w:type="dxa"/>
        <w:tblLayout w:type="fixed"/>
        <w:tblCellMar>
          <w:top w:w="11" w:type="dxa"/>
          <w:left w:w="57" w:type="dxa"/>
          <w:bottom w:w="11" w:type="dxa"/>
          <w:right w:w="85" w:type="dxa"/>
        </w:tblCellMar>
        <w:tblLook w:val="04A0" w:firstRow="1" w:lastRow="0" w:firstColumn="1" w:lastColumn="0" w:noHBand="0" w:noVBand="1"/>
      </w:tblPr>
      <w:tblGrid>
        <w:gridCol w:w="288"/>
        <w:gridCol w:w="8"/>
        <w:gridCol w:w="865"/>
        <w:gridCol w:w="242"/>
        <w:gridCol w:w="453"/>
        <w:gridCol w:w="318"/>
        <w:gridCol w:w="956"/>
        <w:gridCol w:w="1210"/>
        <w:gridCol w:w="14"/>
        <w:gridCol w:w="8"/>
        <w:gridCol w:w="42"/>
        <w:gridCol w:w="30"/>
        <w:gridCol w:w="226"/>
        <w:gridCol w:w="6"/>
        <w:gridCol w:w="305"/>
        <w:gridCol w:w="263"/>
        <w:gridCol w:w="447"/>
        <w:gridCol w:w="1134"/>
        <w:gridCol w:w="170"/>
        <w:gridCol w:w="1976"/>
        <w:gridCol w:w="373"/>
      </w:tblGrid>
      <w:tr w:rsidR="000004B7" w:rsidRPr="00C27055" w:rsidTr="00C87954">
        <w:trPr>
          <w:trHeight w:val="69"/>
        </w:trPr>
        <w:tc>
          <w:tcPr>
            <w:tcW w:w="435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4B7" w:rsidRPr="00BA2A40" w:rsidRDefault="000004B7" w:rsidP="006112AD">
            <w:pPr>
              <w:rPr>
                <w:rFonts w:ascii="Univers" w:hAnsi="Univers"/>
                <w:b/>
                <w:sz w:val="16"/>
                <w:szCs w:val="16"/>
              </w:rPr>
            </w:pPr>
            <w:r w:rsidRPr="00BA2A40">
              <w:rPr>
                <w:rFonts w:ascii="Univers" w:hAnsi="Univers"/>
                <w:noProof/>
                <w:sz w:val="16"/>
                <w:szCs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6112AD">
              <w:rPr>
                <w:rFonts w:ascii="Univers" w:hAnsi="Univers"/>
                <w:noProof/>
                <w:sz w:val="16"/>
                <w:szCs w:val="16"/>
              </w:rPr>
              <w:instrText xml:space="preserve"> FORMTEXT </w:instrText>
            </w:r>
            <w:r w:rsidRPr="00BA2A40">
              <w:rPr>
                <w:rFonts w:ascii="Univers" w:hAnsi="Univers"/>
                <w:noProof/>
                <w:sz w:val="16"/>
                <w:szCs w:val="16"/>
              </w:rPr>
            </w:r>
            <w:r w:rsidRPr="00BA2A40">
              <w:rPr>
                <w:rFonts w:ascii="Univers" w:hAnsi="Univers"/>
                <w:noProof/>
                <w:sz w:val="16"/>
                <w:szCs w:val="16"/>
              </w:rPr>
              <w:fldChar w:fldCharType="separate"/>
            </w:r>
            <w:bookmarkStart w:id="2" w:name="_GoBack"/>
            <w:r w:rsidR="00161D47" w:rsidRPr="006112AD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 w:rsidRPr="006112AD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 w:rsidRPr="006112AD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 w:rsidRPr="006112AD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 w:rsidRPr="006112AD">
              <w:rPr>
                <w:rFonts w:ascii="Univers" w:hAnsi="Univers"/>
                <w:noProof/>
                <w:sz w:val="16"/>
                <w:szCs w:val="16"/>
              </w:rPr>
              <w:t> </w:t>
            </w:r>
            <w:bookmarkEnd w:id="2"/>
            <w:r w:rsidRPr="00BA2A40">
              <w:rPr>
                <w:rFonts w:ascii="Univers" w:hAnsi="Univers"/>
                <w:noProof/>
                <w:sz w:val="16"/>
                <w:szCs w:val="16"/>
              </w:rPr>
              <w:fldChar w:fldCharType="end"/>
            </w:r>
            <w:bookmarkEnd w:id="1"/>
          </w:p>
          <w:p w:rsidR="000004B7" w:rsidRPr="00C27055" w:rsidRDefault="000004B7" w:rsidP="00BA2A40">
            <w:pPr>
              <w:rPr>
                <w:rFonts w:ascii="Univers" w:hAnsi="Univers"/>
                <w:sz w:val="16"/>
                <w:szCs w:val="16"/>
              </w:rPr>
            </w:pPr>
            <w:r w:rsidRPr="00BA2A40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3" w:name="Text13"/>
            <w:r w:rsidRPr="00BA2A40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BA2A40">
              <w:rPr>
                <w:rFonts w:ascii="Univers" w:hAnsi="Univers"/>
                <w:sz w:val="16"/>
                <w:szCs w:val="16"/>
              </w:rPr>
            </w:r>
            <w:r w:rsidRPr="00BA2A40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BA2A40"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3"/>
            <w:r w:rsidRPr="00BA2A40">
              <w:rPr>
                <w:rFonts w:ascii="Univers" w:hAnsi="Univers"/>
                <w:sz w:val="16"/>
                <w:szCs w:val="16"/>
              </w:rPr>
              <w:br/>
            </w:r>
            <w:r w:rsidRPr="00BA2A40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4" w:name="Text14"/>
            <w:r w:rsidRPr="00BA2A40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BA2A40">
              <w:rPr>
                <w:rFonts w:ascii="Univers" w:hAnsi="Univers"/>
                <w:sz w:val="16"/>
                <w:szCs w:val="16"/>
              </w:rPr>
            </w:r>
            <w:r w:rsidRPr="00BA2A40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BA2A40"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4"/>
            <w:r w:rsidRPr="00BA2A40">
              <w:rPr>
                <w:rFonts w:ascii="Univers" w:hAnsi="Univers"/>
                <w:sz w:val="16"/>
                <w:szCs w:val="16"/>
              </w:rPr>
              <w:br/>
              <w:t xml:space="preserve">Tel </w:t>
            </w:r>
            <w:r w:rsidRPr="00BA2A40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" w:name="Text15"/>
            <w:r w:rsidRPr="00BA2A40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BA2A40">
              <w:rPr>
                <w:rFonts w:ascii="Univers" w:hAnsi="Univers"/>
                <w:sz w:val="16"/>
                <w:szCs w:val="16"/>
              </w:rPr>
            </w:r>
            <w:r w:rsidRPr="00BA2A40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BA2A40"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30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0004B7" w:rsidRPr="00445347" w:rsidRDefault="000004B7" w:rsidP="00425CFA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>
              <w:rPr>
                <w:rFonts w:ascii="Univers" w:hAnsi="Univers"/>
                <w:sz w:val="14"/>
                <w:szCs w:val="14"/>
              </w:rPr>
              <w:t xml:space="preserve">Daten </w:t>
            </w:r>
            <w:r w:rsidRPr="00445347">
              <w:rPr>
                <w:rFonts w:ascii="Univers" w:hAnsi="Univers"/>
                <w:sz w:val="14"/>
                <w:szCs w:val="14"/>
              </w:rPr>
              <w:t>BImA</w:t>
            </w:r>
          </w:p>
        </w:tc>
        <w:tc>
          <w:tcPr>
            <w:tcW w:w="232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04B7" w:rsidRPr="00C27055" w:rsidRDefault="000004B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4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04B7" w:rsidRPr="00C27055" w:rsidRDefault="000004B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0004B7" w:rsidRPr="00C27055" w:rsidTr="00C87954">
        <w:trPr>
          <w:trHeight w:val="50"/>
        </w:trPr>
        <w:tc>
          <w:tcPr>
            <w:tcW w:w="435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4B7" w:rsidRPr="00C27055" w:rsidRDefault="000004B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004B7" w:rsidRPr="00425CFA" w:rsidRDefault="000004B7" w:rsidP="00425CFA">
            <w:pPr>
              <w:ind w:left="113" w:right="113"/>
              <w:jc w:val="center"/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2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004B7" w:rsidRPr="00C27055" w:rsidRDefault="000004B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4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0004B7" w:rsidRPr="00C27055" w:rsidRDefault="000004B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0004B7" w:rsidRPr="00C27055" w:rsidTr="00C87954">
        <w:tc>
          <w:tcPr>
            <w:tcW w:w="435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4B7" w:rsidRPr="00C27055" w:rsidRDefault="000004B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4B7" w:rsidRPr="00C27055" w:rsidRDefault="000004B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25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0004B7" w:rsidRPr="00C27055" w:rsidRDefault="000004B7" w:rsidP="00A2417D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t>Kreditorennummer:</w:t>
            </w:r>
          </w:p>
        </w:tc>
        <w:tc>
          <w:tcPr>
            <w:tcW w:w="197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0004B7" w:rsidRPr="00C27055" w:rsidRDefault="000004B7" w:rsidP="00DA1089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27055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C27055">
              <w:rPr>
                <w:rFonts w:ascii="Univers" w:hAnsi="Univers"/>
                <w:sz w:val="16"/>
                <w:szCs w:val="16"/>
              </w:rPr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0004B7" w:rsidRPr="00C27055" w:rsidRDefault="000004B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0004B7" w:rsidRPr="00C27055" w:rsidTr="00C87954">
        <w:tc>
          <w:tcPr>
            <w:tcW w:w="435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4B7" w:rsidRPr="00C27055" w:rsidRDefault="000004B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4B7" w:rsidRPr="00C27055" w:rsidRDefault="000004B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25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0004B7" w:rsidRPr="00C27055" w:rsidRDefault="00291C37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0004B7" w:rsidRPr="00C27055">
              <w:rPr>
                <w:rFonts w:ascii="Univers" w:hAnsi="Univers"/>
                <w:sz w:val="16"/>
                <w:szCs w:val="16"/>
              </w:rPr>
              <w:t>Wirtschaftseinheit:</w:t>
            </w:r>
          </w:p>
        </w:tc>
        <w:tc>
          <w:tcPr>
            <w:tcW w:w="197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0004B7" w:rsidRPr="00C27055" w:rsidRDefault="000004B7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0004B7" w:rsidRPr="00C27055" w:rsidRDefault="000004B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0004B7" w:rsidRPr="00C27055" w:rsidTr="00C87954">
        <w:tc>
          <w:tcPr>
            <w:tcW w:w="435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04B7" w:rsidRPr="00C27055" w:rsidRDefault="000004B7" w:rsidP="00445347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004B7" w:rsidRPr="00C27055" w:rsidRDefault="000004B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25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0004B7" w:rsidRPr="00C27055" w:rsidRDefault="00291C37" w:rsidP="003D231D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0004B7" w:rsidRPr="00C27055">
              <w:rPr>
                <w:rFonts w:ascii="Univers" w:hAnsi="Univers"/>
                <w:sz w:val="16"/>
                <w:szCs w:val="16"/>
              </w:rPr>
              <w:t>Projektn</w:t>
            </w:r>
            <w:r w:rsidR="000004B7">
              <w:rPr>
                <w:rFonts w:ascii="Univers" w:hAnsi="Univers"/>
                <w:sz w:val="16"/>
                <w:szCs w:val="16"/>
              </w:rPr>
              <w:t>umme</w:t>
            </w:r>
            <w:r w:rsidR="000004B7" w:rsidRPr="00C27055">
              <w:rPr>
                <w:rFonts w:ascii="Univers" w:hAnsi="Univers"/>
                <w:sz w:val="16"/>
                <w:szCs w:val="16"/>
              </w:rPr>
              <w:t>r</w:t>
            </w:r>
            <w:r w:rsidR="000004B7">
              <w:rPr>
                <w:rFonts w:ascii="Univers" w:hAnsi="Univers"/>
                <w:sz w:val="16"/>
                <w:szCs w:val="16"/>
              </w:rPr>
              <w:t>.</w:t>
            </w:r>
            <w:r w:rsidR="000004B7" w:rsidRPr="00C27055"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197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0004B7" w:rsidRPr="00C27055" w:rsidRDefault="000004B7" w:rsidP="00DA1089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27055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C27055">
              <w:rPr>
                <w:rFonts w:ascii="Univers" w:hAnsi="Univers"/>
                <w:sz w:val="16"/>
                <w:szCs w:val="16"/>
              </w:rPr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0004B7" w:rsidRPr="00C27055" w:rsidRDefault="000004B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3D231D" w:rsidRPr="00C27055" w:rsidTr="00C87954">
        <w:tc>
          <w:tcPr>
            <w:tcW w:w="4354" w:type="dxa"/>
            <w:gridSpan w:val="9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231D" w:rsidRPr="00445347" w:rsidRDefault="000004B7" w:rsidP="00445347">
            <w:pPr>
              <w:rPr>
                <w:rFonts w:ascii="Univers" w:hAnsi="Univers"/>
                <w:sz w:val="18"/>
                <w:szCs w:val="18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30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231D" w:rsidRPr="00C27055" w:rsidRDefault="003D231D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25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3D231D" w:rsidRPr="00C27055" w:rsidRDefault="00291C37" w:rsidP="00FC2AD8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3D231D" w:rsidRPr="00C27055">
              <w:rPr>
                <w:rFonts w:ascii="Univers" w:hAnsi="Univers"/>
                <w:sz w:val="16"/>
                <w:szCs w:val="16"/>
              </w:rPr>
              <w:t>Auftrags</w:t>
            </w:r>
            <w:r w:rsidR="003D231D">
              <w:rPr>
                <w:rFonts w:ascii="Univers" w:hAnsi="Univers"/>
                <w:sz w:val="16"/>
                <w:szCs w:val="16"/>
              </w:rPr>
              <w:t>nummer</w:t>
            </w:r>
            <w:r w:rsidR="0072199A">
              <w:rPr>
                <w:rFonts w:ascii="Univers" w:hAnsi="Univers"/>
                <w:sz w:val="16"/>
                <w:szCs w:val="16"/>
              </w:rPr>
              <w:t xml:space="preserve"> BImA:</w:t>
            </w:r>
          </w:p>
        </w:tc>
        <w:tc>
          <w:tcPr>
            <w:tcW w:w="197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3D231D" w:rsidRPr="00C27055" w:rsidRDefault="007A1961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3D231D" w:rsidRPr="00C27055" w:rsidRDefault="003D231D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bookmarkStart w:id="7" w:name="ddVersandvermerk"/>
      <w:tr w:rsidR="00976C23" w:rsidRPr="00C27055" w:rsidTr="00C87954">
        <w:tc>
          <w:tcPr>
            <w:tcW w:w="4354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6C23" w:rsidRPr="00C27055" w:rsidRDefault="00976C23" w:rsidP="00976C23">
            <w:pPr>
              <w:spacing w:before="120"/>
              <w:rPr>
                <w:rFonts w:ascii="Univers" w:hAnsi="Univers"/>
                <w:sz w:val="16"/>
                <w:szCs w:val="16"/>
              </w:rPr>
            </w:pPr>
            <w:r w:rsidRPr="000004B7">
              <w:rPr>
                <w:rFonts w:ascii="Univers" w:hAnsi="Univers"/>
                <w:noProof/>
                <w:sz w:val="16"/>
                <w:szCs w:val="16"/>
              </w:rPr>
              <w:fldChar w:fldCharType="begin">
                <w:ffData>
                  <w:name w:val="ddVersandvermerk"/>
                  <w:enabled/>
                  <w:calcOnExit w:val="0"/>
                  <w:ddList>
                    <w:listEntry w:val="  "/>
                    <w:listEntry w:val="Einschreiben mit Rückschein"/>
                    <w:listEntry w:val="Einschreiben eigenhändig"/>
                  </w:ddList>
                </w:ffData>
              </w:fldChar>
            </w:r>
            <w:r w:rsidRPr="000004B7">
              <w:rPr>
                <w:rFonts w:ascii="Univers" w:hAnsi="Univers"/>
                <w:noProof/>
                <w:sz w:val="16"/>
                <w:szCs w:val="16"/>
              </w:rPr>
              <w:instrText xml:space="preserve"> FORMDROPDOWN </w:instrText>
            </w:r>
            <w:r w:rsidR="00477DDD">
              <w:rPr>
                <w:rFonts w:ascii="Univers" w:hAnsi="Univers"/>
                <w:noProof/>
                <w:sz w:val="16"/>
                <w:szCs w:val="16"/>
              </w:rPr>
            </w:r>
            <w:r w:rsidR="00477DDD">
              <w:rPr>
                <w:rFonts w:ascii="Univers" w:hAnsi="Univers"/>
                <w:noProof/>
                <w:sz w:val="16"/>
                <w:szCs w:val="16"/>
              </w:rPr>
              <w:fldChar w:fldCharType="separate"/>
            </w:r>
            <w:r w:rsidRPr="000004B7">
              <w:rPr>
                <w:rFonts w:ascii="Univers" w:hAnsi="Univers"/>
                <w:noProof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30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C23" w:rsidRPr="00C27055" w:rsidRDefault="00976C23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25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976C23" w:rsidRPr="00C27055" w:rsidRDefault="00976C23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Pr="00C27055">
              <w:rPr>
                <w:rFonts w:ascii="Univers" w:hAnsi="Univers"/>
                <w:sz w:val="16"/>
                <w:szCs w:val="16"/>
              </w:rPr>
              <w:t>Bestellnummer</w:t>
            </w:r>
            <w:r>
              <w:rPr>
                <w:rFonts w:ascii="Univers" w:hAnsi="Univers"/>
                <w:sz w:val="16"/>
                <w:szCs w:val="16"/>
              </w:rPr>
              <w:t xml:space="preserve"> BImA</w:t>
            </w:r>
            <w:r w:rsidRPr="00C27055"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197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976C23" w:rsidRPr="00C27055" w:rsidRDefault="00976C23" w:rsidP="00A36C7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fldChar w:fldCharType="begin">
                <w:ffData>
                  <w:name w:val="Text25"/>
                  <w:enabled/>
                  <w:calcOnExit w:val="0"/>
                  <w:textInput>
                    <w:maxLength w:val="10"/>
                  </w:textInput>
                </w:ffData>
              </w:fldChar>
            </w:r>
            <w:bookmarkStart w:id="8" w:name="Text25"/>
            <w:r>
              <w:rPr>
                <w:rFonts w:ascii="Univers" w:hAnsi="Univers"/>
                <w:noProof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noProof/>
                <w:sz w:val="16"/>
                <w:szCs w:val="16"/>
              </w:rPr>
            </w:r>
            <w:r>
              <w:rPr>
                <w:rFonts w:ascii="Univers" w:hAnsi="Univers"/>
                <w:noProof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noProof/>
                <w:sz w:val="16"/>
                <w:szCs w:val="16"/>
              </w:rPr>
              <w:fldChar w:fldCharType="end"/>
            </w:r>
            <w:bookmarkEnd w:id="8"/>
          </w:p>
        </w:tc>
        <w:tc>
          <w:tcPr>
            <w:tcW w:w="37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976C23" w:rsidRPr="00C27055" w:rsidRDefault="00976C23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976C23" w:rsidRPr="00C27055" w:rsidTr="00C87954">
        <w:trPr>
          <w:trHeight w:val="20"/>
        </w:trPr>
        <w:tc>
          <w:tcPr>
            <w:tcW w:w="435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C23" w:rsidRPr="00BA2BE1" w:rsidRDefault="00976C23" w:rsidP="00E12E8B">
            <w:pPr>
              <w:spacing w:before="120"/>
              <w:rPr>
                <w:rFonts w:ascii="Univers" w:hAnsi="Univers"/>
                <w:noProof/>
                <w:sz w:val="2"/>
                <w:szCs w:val="2"/>
              </w:rPr>
            </w:pPr>
          </w:p>
        </w:tc>
        <w:tc>
          <w:tcPr>
            <w:tcW w:w="30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C23" w:rsidRPr="00BA2BE1" w:rsidRDefault="00976C23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25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76C23" w:rsidRPr="00BA2BE1" w:rsidRDefault="00976C23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4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C23" w:rsidRPr="00BA2BE1" w:rsidRDefault="00976C23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976C23" w:rsidRPr="00C27055" w:rsidTr="00C87954">
        <w:trPr>
          <w:cantSplit/>
          <w:trHeight w:val="20"/>
        </w:trPr>
        <w:tc>
          <w:tcPr>
            <w:tcW w:w="435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C23" w:rsidRPr="000004B7" w:rsidRDefault="00976C23" w:rsidP="00E12E8B">
            <w:pPr>
              <w:spacing w:before="120"/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0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976C23" w:rsidRPr="00EE06C5" w:rsidRDefault="00976C23" w:rsidP="00EE06C5">
            <w:pPr>
              <w:jc w:val="both"/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2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976C23" w:rsidRPr="00EE06C5" w:rsidRDefault="00976C23" w:rsidP="00EE06C5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4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C23" w:rsidRPr="00EE06C5" w:rsidRDefault="00976C23" w:rsidP="00EE06C5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976C23" w:rsidRPr="00C27055" w:rsidTr="00C87954">
        <w:trPr>
          <w:trHeight w:val="60"/>
        </w:trPr>
        <w:tc>
          <w:tcPr>
            <w:tcW w:w="435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C23" w:rsidRPr="00904A20" w:rsidRDefault="00976C23" w:rsidP="00976C23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6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76C23" w:rsidRPr="00767741" w:rsidRDefault="00976C23" w:rsidP="008C0286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>
              <w:rPr>
                <w:rFonts w:ascii="Univers" w:hAnsi="Univers"/>
                <w:sz w:val="14"/>
                <w:szCs w:val="14"/>
              </w:rPr>
              <w:t xml:space="preserve">Daten </w:t>
            </w:r>
            <w:r w:rsidRPr="00767741">
              <w:rPr>
                <w:rFonts w:ascii="Univers" w:hAnsi="Univers"/>
                <w:sz w:val="14"/>
                <w:szCs w:val="14"/>
              </w:rPr>
              <w:t>B</w:t>
            </w:r>
            <w:r>
              <w:rPr>
                <w:rFonts w:ascii="Univers" w:hAnsi="Univers"/>
                <w:sz w:val="14"/>
                <w:szCs w:val="14"/>
              </w:rPr>
              <w:t>dE</w:t>
            </w:r>
          </w:p>
        </w:tc>
        <w:tc>
          <w:tcPr>
            <w:tcW w:w="2325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76C23" w:rsidRPr="00425CFA" w:rsidRDefault="00976C23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4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76C23" w:rsidRPr="00425CFA" w:rsidRDefault="00976C23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976C23" w:rsidRPr="00C27055" w:rsidTr="00C87954">
        <w:tc>
          <w:tcPr>
            <w:tcW w:w="435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76C23" w:rsidRPr="00F1169D" w:rsidRDefault="00976C23" w:rsidP="00976C23">
            <w:pPr>
              <w:rPr>
                <w:rFonts w:ascii="Univers" w:hAnsi="Univers"/>
                <w:sz w:val="12"/>
                <w:szCs w:val="12"/>
              </w:rPr>
            </w:pPr>
          </w:p>
        </w:tc>
        <w:tc>
          <w:tcPr>
            <w:tcW w:w="30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76C23" w:rsidRPr="00C27055" w:rsidRDefault="00976C23" w:rsidP="00767741">
            <w:pPr>
              <w:ind w:left="113" w:right="113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25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976C23" w:rsidRDefault="00976C23" w:rsidP="008C028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>
              <w:rPr>
                <w:rFonts w:ascii="Univers" w:hAnsi="Univers"/>
                <w:sz w:val="16"/>
                <w:szCs w:val="16"/>
              </w:rPr>
              <w:t>Dienststellennr. (M6 RBBau)</w:t>
            </w:r>
          </w:p>
        </w:tc>
        <w:tc>
          <w:tcPr>
            <w:tcW w:w="1976" w:type="dxa"/>
            <w:tcBorders>
              <w:bottom w:val="dashSmallGap" w:sz="4" w:space="0" w:color="auto"/>
            </w:tcBorders>
            <w:shd w:val="clear" w:color="auto" w:fill="auto"/>
          </w:tcPr>
          <w:p w:rsidR="00976C23" w:rsidRPr="00C27055" w:rsidRDefault="00976C23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9" w:name="Text28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9"/>
          </w:p>
        </w:tc>
        <w:tc>
          <w:tcPr>
            <w:tcW w:w="373" w:type="dxa"/>
            <w:tcBorders>
              <w:right w:val="single" w:sz="4" w:space="0" w:color="auto"/>
            </w:tcBorders>
            <w:shd w:val="clear" w:color="auto" w:fill="auto"/>
          </w:tcPr>
          <w:p w:rsidR="00976C23" w:rsidRPr="00C27055" w:rsidRDefault="00976C23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C87954" w:rsidRPr="00C27055" w:rsidTr="00161D47">
        <w:trPr>
          <w:trHeight w:val="63"/>
        </w:trPr>
        <w:tc>
          <w:tcPr>
            <w:tcW w:w="4354" w:type="dxa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54" w:rsidRPr="000E4ED8" w:rsidRDefault="00C87954" w:rsidP="00976C23">
            <w:pPr>
              <w:spacing w:before="120"/>
              <w:rPr>
                <w:rFonts w:ascii="Univers" w:hAnsi="Univers"/>
                <w:sz w:val="16"/>
                <w:szCs w:val="16"/>
              </w:rPr>
            </w:pPr>
            <w:r w:rsidRPr="00E12E8B">
              <w:rPr>
                <w:rFonts w:ascii="Univers" w:hAnsi="Univers"/>
                <w:sz w:val="22"/>
                <w:szCs w:val="22"/>
              </w:rPr>
              <w:t>Bundesanstalt für Immobilienaufgaben</w:t>
            </w:r>
            <w:r w:rsidRPr="00E12E8B">
              <w:rPr>
                <w:rFonts w:ascii="Univers" w:hAnsi="Univers"/>
                <w:sz w:val="22"/>
                <w:szCs w:val="22"/>
              </w:rPr>
              <w:br/>
            </w:r>
            <w:r>
              <w:rPr>
                <w:rFonts w:ascii="Univers" w:hAnsi="Univers"/>
                <w:sz w:val="16"/>
                <w:szCs w:val="16"/>
              </w:rPr>
              <w:t xml:space="preserve">nur </w:t>
            </w:r>
            <w:r w:rsidRPr="000E4ED8">
              <w:rPr>
                <w:rFonts w:ascii="Univers" w:hAnsi="Univers"/>
                <w:sz w:val="16"/>
                <w:szCs w:val="16"/>
              </w:rPr>
              <w:t>per E-Mail</w:t>
            </w:r>
          </w:p>
          <w:p w:rsidR="00C87954" w:rsidRDefault="00477DDD" w:rsidP="00976C23">
            <w:pPr>
              <w:rPr>
                <w:rFonts w:ascii="Univers" w:hAnsi="Univers"/>
                <w:sz w:val="16"/>
                <w:szCs w:val="16"/>
              </w:rPr>
            </w:pPr>
            <w:hyperlink r:id="rId9" w:history="1">
              <w:r w:rsidR="00C87954" w:rsidRPr="00904A20">
                <w:rPr>
                  <w:rStyle w:val="Hyperlink"/>
                  <w:rFonts w:ascii="Univers" w:hAnsi="Univers"/>
                  <w:sz w:val="16"/>
                  <w:szCs w:val="16"/>
                </w:rPr>
                <w:t>FI-ZRE-Buergschaften@bundesimmobilien.de</w:t>
              </w:r>
            </w:hyperlink>
          </w:p>
          <w:p w:rsidR="00C87954" w:rsidRPr="00F1169D" w:rsidRDefault="00C87954" w:rsidP="005C4712">
            <w:pPr>
              <w:tabs>
                <w:tab w:val="left" w:pos="3342"/>
              </w:tabs>
              <w:rPr>
                <w:rFonts w:ascii="Univers" w:hAnsi="Univers"/>
                <w:sz w:val="12"/>
                <w:szCs w:val="12"/>
              </w:rPr>
            </w:pPr>
          </w:p>
        </w:tc>
        <w:tc>
          <w:tcPr>
            <w:tcW w:w="30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87954" w:rsidRPr="00C27055" w:rsidRDefault="00C87954" w:rsidP="00767741">
            <w:pPr>
              <w:ind w:left="113" w:right="113"/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25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87954" w:rsidRPr="00C27055" w:rsidRDefault="00C87954" w:rsidP="008C028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Maßnahmennummer.:</w:t>
            </w:r>
          </w:p>
        </w:tc>
        <w:tc>
          <w:tcPr>
            <w:tcW w:w="1976" w:type="dxa"/>
            <w:tcBorders>
              <w:bottom w:val="dashSmallGap" w:sz="4" w:space="0" w:color="auto"/>
            </w:tcBorders>
            <w:shd w:val="clear" w:color="auto" w:fill="auto"/>
          </w:tcPr>
          <w:p w:rsidR="00C87954" w:rsidRPr="00C27055" w:rsidRDefault="00C87954" w:rsidP="00DA1089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27055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C27055">
              <w:rPr>
                <w:rFonts w:ascii="Univers" w:hAnsi="Univers"/>
                <w:sz w:val="16"/>
                <w:szCs w:val="16"/>
              </w:rPr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right w:val="single" w:sz="4" w:space="0" w:color="auto"/>
            </w:tcBorders>
            <w:shd w:val="clear" w:color="auto" w:fill="auto"/>
          </w:tcPr>
          <w:p w:rsidR="00C87954" w:rsidRPr="00C27055" w:rsidRDefault="00C8795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C87954" w:rsidRPr="00C27055" w:rsidTr="00161D47">
        <w:tc>
          <w:tcPr>
            <w:tcW w:w="435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54" w:rsidRPr="00C27055" w:rsidRDefault="00C87954" w:rsidP="005C4712">
            <w:pPr>
              <w:tabs>
                <w:tab w:val="left" w:pos="3342"/>
              </w:tabs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54" w:rsidRPr="00C27055" w:rsidRDefault="00C8795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25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87954" w:rsidRPr="00C27055" w:rsidRDefault="00C87954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Liegenschaftsbezeichnung:</w:t>
            </w:r>
          </w:p>
        </w:tc>
        <w:tc>
          <w:tcPr>
            <w:tcW w:w="197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C87954" w:rsidRPr="00C27055" w:rsidRDefault="00C87954" w:rsidP="00DA1089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27055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C27055">
              <w:rPr>
                <w:rFonts w:ascii="Univers" w:hAnsi="Univers"/>
                <w:sz w:val="16"/>
                <w:szCs w:val="16"/>
              </w:rPr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right w:val="single" w:sz="4" w:space="0" w:color="auto"/>
            </w:tcBorders>
            <w:shd w:val="clear" w:color="auto" w:fill="auto"/>
          </w:tcPr>
          <w:p w:rsidR="00C87954" w:rsidRPr="00C27055" w:rsidRDefault="00C8795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C87954" w:rsidRPr="00C27055" w:rsidTr="00161D47">
        <w:tc>
          <w:tcPr>
            <w:tcW w:w="435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54" w:rsidRPr="00C27055" w:rsidRDefault="00C87954" w:rsidP="005C4712">
            <w:pPr>
              <w:tabs>
                <w:tab w:val="left" w:pos="3342"/>
              </w:tabs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54" w:rsidRPr="00C27055" w:rsidRDefault="00C8795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25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87954" w:rsidRPr="00C27055" w:rsidRDefault="00C87954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Maßnahmenbezeichnung:</w:t>
            </w:r>
          </w:p>
        </w:tc>
        <w:tc>
          <w:tcPr>
            <w:tcW w:w="197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C87954" w:rsidRPr="00C27055" w:rsidRDefault="00C87954" w:rsidP="00DA1089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27055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C27055">
              <w:rPr>
                <w:rFonts w:ascii="Univers" w:hAnsi="Univers"/>
                <w:sz w:val="16"/>
                <w:szCs w:val="16"/>
              </w:rPr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right w:val="single" w:sz="4" w:space="0" w:color="auto"/>
            </w:tcBorders>
            <w:shd w:val="clear" w:color="auto" w:fill="auto"/>
          </w:tcPr>
          <w:p w:rsidR="00C87954" w:rsidRPr="00C27055" w:rsidRDefault="00C8795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C87954" w:rsidRPr="00C27055" w:rsidTr="00161D47">
        <w:tc>
          <w:tcPr>
            <w:tcW w:w="435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54" w:rsidRPr="00C27055" w:rsidRDefault="00C87954" w:rsidP="005C4712">
            <w:pPr>
              <w:tabs>
                <w:tab w:val="left" w:pos="3342"/>
              </w:tabs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54" w:rsidRPr="00C27055" w:rsidRDefault="00C8795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25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:rsidR="00C87954" w:rsidRPr="00C27055" w:rsidRDefault="00C87954" w:rsidP="00D9403F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Telefonnummer/Bearbeiter/in</w:t>
            </w:r>
          </w:p>
        </w:tc>
        <w:tc>
          <w:tcPr>
            <w:tcW w:w="1976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C87954" w:rsidRPr="00C27055" w:rsidRDefault="00C87954" w:rsidP="00291C37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27055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C27055">
              <w:rPr>
                <w:rFonts w:ascii="Univers" w:hAnsi="Univers"/>
                <w:sz w:val="16"/>
                <w:szCs w:val="16"/>
              </w:rPr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C27055"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>/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Anrede:"/>
                    <w:listEntry w:val="Frau"/>
                    <w:listEntry w:val="Herr"/>
                  </w:ddList>
                </w:ffData>
              </w:fldChar>
            </w:r>
            <w:bookmarkStart w:id="10" w:name="Dropdown2"/>
            <w:r>
              <w:rPr>
                <w:rFonts w:ascii="Univers" w:hAnsi="Univers"/>
                <w:sz w:val="16"/>
                <w:szCs w:val="16"/>
              </w:rPr>
              <w:instrText xml:space="preserve"> FORMDROPDOWN </w:instrText>
            </w:r>
            <w:r w:rsidR="00477DDD">
              <w:rPr>
                <w:rFonts w:ascii="Univers" w:hAnsi="Univers"/>
                <w:sz w:val="16"/>
                <w:szCs w:val="16"/>
              </w:rPr>
            </w:r>
            <w:r w:rsidR="00477DDD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10"/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11" w:name="Text29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11"/>
          </w:p>
        </w:tc>
        <w:tc>
          <w:tcPr>
            <w:tcW w:w="373" w:type="dxa"/>
            <w:tcBorders>
              <w:right w:val="single" w:sz="4" w:space="0" w:color="auto"/>
            </w:tcBorders>
            <w:shd w:val="clear" w:color="auto" w:fill="auto"/>
          </w:tcPr>
          <w:p w:rsidR="00C87954" w:rsidRPr="00C27055" w:rsidRDefault="00C8795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C87954" w:rsidRPr="00C27055" w:rsidTr="00161D47">
        <w:trPr>
          <w:trHeight w:val="60"/>
        </w:trPr>
        <w:tc>
          <w:tcPr>
            <w:tcW w:w="435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54" w:rsidRPr="00C27055" w:rsidRDefault="00C87954" w:rsidP="005C4712">
            <w:pPr>
              <w:tabs>
                <w:tab w:val="left" w:pos="3342"/>
              </w:tabs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6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54" w:rsidRPr="00DD1667" w:rsidRDefault="00C87954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25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954" w:rsidRPr="00DD1667" w:rsidRDefault="00C87954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4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954" w:rsidRPr="00DD1667" w:rsidRDefault="00C87954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C87954" w:rsidRPr="00C27055" w:rsidTr="00161D47">
        <w:trPr>
          <w:trHeight w:val="50"/>
        </w:trPr>
        <w:tc>
          <w:tcPr>
            <w:tcW w:w="4354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7954" w:rsidRPr="00C27055" w:rsidRDefault="00C87954" w:rsidP="005C4712">
            <w:pPr>
              <w:tabs>
                <w:tab w:val="left" w:pos="3342"/>
              </w:tabs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6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C87954" w:rsidRPr="00DD1667" w:rsidRDefault="00C87954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2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C87954" w:rsidRPr="00DD1667" w:rsidRDefault="00C87954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4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87954" w:rsidRPr="00DD1667" w:rsidRDefault="00C87954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C87954" w:rsidRPr="00C27055" w:rsidTr="00C87954">
        <w:trPr>
          <w:trHeight w:val="510"/>
        </w:trPr>
        <w:tc>
          <w:tcPr>
            <w:tcW w:w="4354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954" w:rsidRDefault="00C87954" w:rsidP="005C4712">
            <w:pPr>
              <w:tabs>
                <w:tab w:val="left" w:pos="3342"/>
              </w:tabs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06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87954" w:rsidRDefault="00C87954" w:rsidP="005C4712">
            <w:pPr>
              <w:tabs>
                <w:tab w:val="left" w:pos="3342"/>
              </w:tabs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2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87954" w:rsidRDefault="00C87954" w:rsidP="005C4712">
            <w:pPr>
              <w:tabs>
                <w:tab w:val="left" w:pos="3342"/>
              </w:tabs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234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7954" w:rsidRPr="00C27055" w:rsidRDefault="00C87954" w:rsidP="005C4712">
            <w:pPr>
              <w:tabs>
                <w:tab w:val="left" w:pos="3342"/>
              </w:tabs>
              <w:rPr>
                <w:rFonts w:ascii="Univers" w:hAnsi="Univers"/>
                <w:sz w:val="16"/>
                <w:szCs w:val="16"/>
              </w:rPr>
            </w:pPr>
          </w:p>
        </w:tc>
      </w:tr>
      <w:tr w:rsidR="00976C23" w:rsidRPr="00C87954" w:rsidTr="00161D47">
        <w:trPr>
          <w:trHeight w:val="52"/>
        </w:trPr>
        <w:tc>
          <w:tcPr>
            <w:tcW w:w="4354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6C23" w:rsidRPr="00C87954" w:rsidRDefault="00976C23" w:rsidP="005C4712">
            <w:pPr>
              <w:tabs>
                <w:tab w:val="left" w:pos="3342"/>
              </w:tabs>
              <w:rPr>
                <w:rFonts w:ascii="Univers" w:hAnsi="Univers"/>
                <w:sz w:val="4"/>
                <w:szCs w:val="4"/>
              </w:rPr>
            </w:pPr>
          </w:p>
        </w:tc>
        <w:tc>
          <w:tcPr>
            <w:tcW w:w="30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6C23" w:rsidRPr="00C87954" w:rsidRDefault="00976C23" w:rsidP="005C4712">
            <w:pPr>
              <w:tabs>
                <w:tab w:val="left" w:pos="3342"/>
              </w:tabs>
              <w:rPr>
                <w:rFonts w:ascii="Univers" w:hAnsi="Univers"/>
                <w:sz w:val="4"/>
                <w:szCs w:val="4"/>
              </w:rPr>
            </w:pPr>
          </w:p>
        </w:tc>
        <w:tc>
          <w:tcPr>
            <w:tcW w:w="2325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6C23" w:rsidRPr="00C87954" w:rsidRDefault="00976C23" w:rsidP="005C4712">
            <w:pPr>
              <w:tabs>
                <w:tab w:val="left" w:pos="3342"/>
              </w:tabs>
              <w:rPr>
                <w:rFonts w:ascii="Univers" w:hAnsi="Univers"/>
                <w:sz w:val="4"/>
                <w:szCs w:val="4"/>
              </w:rPr>
            </w:pPr>
          </w:p>
        </w:tc>
        <w:tc>
          <w:tcPr>
            <w:tcW w:w="23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76C23" w:rsidRPr="00C87954" w:rsidRDefault="00976C23" w:rsidP="005C4712">
            <w:pPr>
              <w:tabs>
                <w:tab w:val="left" w:pos="3342"/>
              </w:tabs>
              <w:rPr>
                <w:rFonts w:ascii="Univers" w:hAnsi="Univers"/>
                <w:sz w:val="4"/>
                <w:szCs w:val="4"/>
              </w:rPr>
            </w:pPr>
          </w:p>
        </w:tc>
      </w:tr>
      <w:tr w:rsidR="005C4712" w:rsidRPr="00C27055" w:rsidTr="00161D47">
        <w:trPr>
          <w:trHeight w:val="181"/>
        </w:trPr>
        <w:tc>
          <w:tcPr>
            <w:tcW w:w="4340" w:type="dxa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C4712" w:rsidRPr="00F31913" w:rsidRDefault="00291C37" w:rsidP="00161D47">
            <w:pPr>
              <w:spacing w:before="12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5C4712" w:rsidRPr="00F31913">
              <w:rPr>
                <w:rFonts w:ascii="Univers" w:hAnsi="Univers"/>
                <w:b/>
                <w:sz w:val="16"/>
                <w:szCs w:val="16"/>
              </w:rPr>
              <w:t>Anlass:</w:t>
            </w:r>
          </w:p>
        </w:tc>
        <w:tc>
          <w:tcPr>
            <w:tcW w:w="4994" w:type="dxa"/>
            <w:gridSpan w:val="1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C4712" w:rsidRPr="00F31913" w:rsidRDefault="005C4712" w:rsidP="00161D47">
            <w:pPr>
              <w:spacing w:before="120"/>
              <w:rPr>
                <w:rFonts w:ascii="Univers" w:hAnsi="Univers"/>
                <w:b/>
                <w:sz w:val="16"/>
                <w:szCs w:val="16"/>
              </w:rPr>
            </w:pPr>
            <w:r w:rsidRPr="00F31913">
              <w:rPr>
                <w:rFonts w:ascii="Univers" w:hAnsi="Univers"/>
                <w:b/>
                <w:sz w:val="16"/>
                <w:szCs w:val="16"/>
              </w:rPr>
              <w:t>Posteingangsdatum BImA:</w:t>
            </w:r>
          </w:p>
        </w:tc>
      </w:tr>
      <w:tr w:rsidR="005C4712" w:rsidRPr="00C27055" w:rsidTr="00161D47">
        <w:trPr>
          <w:trHeight w:val="181"/>
        </w:trPr>
        <w:tc>
          <w:tcPr>
            <w:tcW w:w="4340" w:type="dxa"/>
            <w:gridSpan w:val="8"/>
            <w:tcBorders>
              <w:left w:val="single" w:sz="4" w:space="0" w:color="auto"/>
              <w:right w:val="dashSmallGap" w:sz="4" w:space="0" w:color="auto"/>
            </w:tcBorders>
            <w:shd w:val="clear" w:color="auto" w:fill="auto"/>
          </w:tcPr>
          <w:p w:rsidR="005C4712" w:rsidRPr="00C27055" w:rsidRDefault="005C4712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A)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21"/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477DDD">
              <w:rPr>
                <w:rFonts w:ascii="Univers" w:hAnsi="Univers"/>
                <w:sz w:val="16"/>
                <w:szCs w:val="16"/>
              </w:rPr>
            </w:r>
            <w:r w:rsidR="00477DDD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12"/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 w:rsidRPr="005802E9">
              <w:rPr>
                <w:rFonts w:ascii="Univers" w:hAnsi="Univers"/>
                <w:bCs/>
                <w:sz w:val="16"/>
                <w:szCs w:val="16"/>
              </w:rPr>
              <w:t>Mitteilung Eingang Bürgschaft</w:t>
            </w:r>
            <w:r>
              <w:rPr>
                <w:rFonts w:ascii="Univers" w:hAnsi="Univers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475" w:type="dxa"/>
            <w:gridSpan w:val="10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5C4712" w:rsidRPr="00C27055" w:rsidRDefault="005C4712" w:rsidP="00292682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2519" w:type="dxa"/>
            <w:gridSpan w:val="3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5C4712" w:rsidRPr="00C27055" w:rsidRDefault="005C4712" w:rsidP="00292682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5C4712" w:rsidRPr="00C27055" w:rsidTr="00161D47">
        <w:trPr>
          <w:trHeight w:val="181"/>
        </w:trPr>
        <w:tc>
          <w:tcPr>
            <w:tcW w:w="4340" w:type="dxa"/>
            <w:gridSpan w:val="8"/>
            <w:tcBorders>
              <w:left w:val="single" w:sz="4" w:space="0" w:color="auto"/>
              <w:right w:val="dashSmallGap" w:sz="4" w:space="0" w:color="auto"/>
            </w:tcBorders>
            <w:shd w:val="clear" w:color="auto" w:fill="auto"/>
          </w:tcPr>
          <w:p w:rsidR="005C4712" w:rsidRPr="00C27055" w:rsidRDefault="005C4712" w:rsidP="00292682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B)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477DDD">
              <w:rPr>
                <w:rFonts w:ascii="Univers" w:hAnsi="Univers"/>
                <w:sz w:val="16"/>
                <w:szCs w:val="16"/>
              </w:rPr>
            </w:r>
            <w:r w:rsidR="00477DDD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 w:rsidRPr="005802E9">
              <w:rPr>
                <w:rFonts w:ascii="Univers" w:hAnsi="Univers"/>
                <w:bCs/>
                <w:sz w:val="16"/>
                <w:szCs w:val="16"/>
              </w:rPr>
              <w:t>Mitteilung Austausch Bürgschaft</w:t>
            </w:r>
          </w:p>
        </w:tc>
        <w:tc>
          <w:tcPr>
            <w:tcW w:w="2475" w:type="dxa"/>
            <w:gridSpan w:val="10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5C4712" w:rsidRPr="00C27055" w:rsidRDefault="005C4712" w:rsidP="00292682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2519" w:type="dxa"/>
            <w:gridSpan w:val="3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5C4712" w:rsidRPr="00C27055" w:rsidRDefault="005C4712" w:rsidP="00292682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5C4712" w:rsidRPr="00C27055" w:rsidTr="00161D47">
        <w:trPr>
          <w:trHeight w:val="181"/>
        </w:trPr>
        <w:tc>
          <w:tcPr>
            <w:tcW w:w="4340" w:type="dxa"/>
            <w:gridSpan w:val="8"/>
            <w:tcBorders>
              <w:left w:val="single" w:sz="4" w:space="0" w:color="auto"/>
              <w:right w:val="dashSmallGap" w:sz="4" w:space="0" w:color="auto"/>
            </w:tcBorders>
            <w:shd w:val="clear" w:color="auto" w:fill="auto"/>
          </w:tcPr>
          <w:p w:rsidR="005C4712" w:rsidRPr="00C27055" w:rsidRDefault="005C4712" w:rsidP="00292682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C)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477DDD">
              <w:rPr>
                <w:rFonts w:ascii="Univers" w:hAnsi="Univers"/>
                <w:sz w:val="16"/>
                <w:szCs w:val="16"/>
              </w:rPr>
            </w:r>
            <w:r w:rsidR="00477DDD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 w:rsidRPr="005802E9">
              <w:rPr>
                <w:rFonts w:ascii="Univers" w:hAnsi="Univers"/>
                <w:bCs/>
                <w:sz w:val="16"/>
                <w:szCs w:val="16"/>
              </w:rPr>
              <w:t>Mitteilung Rückgabe Bürgschaft</w:t>
            </w:r>
          </w:p>
        </w:tc>
        <w:tc>
          <w:tcPr>
            <w:tcW w:w="2475" w:type="dxa"/>
            <w:gridSpan w:val="10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5C4712" w:rsidRPr="00C27055" w:rsidRDefault="005C4712" w:rsidP="00292682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2519" w:type="dxa"/>
            <w:gridSpan w:val="3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5C4712" w:rsidRPr="00C27055" w:rsidRDefault="005C4712" w:rsidP="00292682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5C4712" w:rsidRPr="00C27055" w:rsidTr="00161D47">
        <w:trPr>
          <w:trHeight w:val="181"/>
        </w:trPr>
        <w:tc>
          <w:tcPr>
            <w:tcW w:w="4340" w:type="dxa"/>
            <w:gridSpan w:val="8"/>
            <w:tcBorders>
              <w:left w:val="single" w:sz="4" w:space="0" w:color="auto"/>
              <w:right w:val="dashSmallGap" w:sz="4" w:space="0" w:color="auto"/>
            </w:tcBorders>
            <w:shd w:val="clear" w:color="auto" w:fill="auto"/>
          </w:tcPr>
          <w:p w:rsidR="005C4712" w:rsidRDefault="005C4712" w:rsidP="00292682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D)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477DDD">
              <w:rPr>
                <w:rFonts w:ascii="Univers" w:hAnsi="Univers"/>
                <w:sz w:val="16"/>
                <w:szCs w:val="16"/>
              </w:rPr>
            </w:r>
            <w:r w:rsidR="00477DDD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Inanspruchnahme </w:t>
            </w:r>
            <w:r w:rsidRPr="005802E9">
              <w:rPr>
                <w:rFonts w:ascii="Univers" w:hAnsi="Univers"/>
                <w:bCs/>
                <w:sz w:val="16"/>
                <w:szCs w:val="16"/>
              </w:rPr>
              <w:t>Bürgschaft</w:t>
            </w:r>
          </w:p>
        </w:tc>
        <w:tc>
          <w:tcPr>
            <w:tcW w:w="2475" w:type="dxa"/>
            <w:gridSpan w:val="10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5C4712" w:rsidRDefault="005C4712" w:rsidP="00292682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2519" w:type="dxa"/>
            <w:gridSpan w:val="3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5C4712" w:rsidRDefault="005C4712" w:rsidP="00292682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161D47" w:rsidRPr="00C27055" w:rsidTr="00161D47">
        <w:trPr>
          <w:trHeight w:val="69"/>
        </w:trPr>
        <w:tc>
          <w:tcPr>
            <w:tcW w:w="9334" w:type="dxa"/>
            <w:gridSpan w:val="2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1D47" w:rsidRPr="005B54BC" w:rsidRDefault="00161D4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5B54BC" w:rsidRPr="00C27055" w:rsidTr="00295934">
        <w:trPr>
          <w:trHeight w:val="69"/>
        </w:trPr>
        <w:tc>
          <w:tcPr>
            <w:tcW w:w="9334" w:type="dxa"/>
            <w:gridSpan w:val="21"/>
            <w:tcBorders>
              <w:bottom w:val="single" w:sz="4" w:space="0" w:color="auto"/>
            </w:tcBorders>
            <w:shd w:val="clear" w:color="auto" w:fill="auto"/>
          </w:tcPr>
          <w:p w:rsidR="005B54BC" w:rsidRPr="005B54BC" w:rsidRDefault="005B54BC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E12E8B" w:rsidRPr="00C27055" w:rsidTr="00976C23">
        <w:trPr>
          <w:cantSplit/>
          <w:trHeight w:val="20"/>
        </w:trPr>
        <w:tc>
          <w:tcPr>
            <w:tcW w:w="2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E12E8B" w:rsidRPr="00445347" w:rsidRDefault="006365CD" w:rsidP="00626314">
            <w:pPr>
              <w:jc w:val="center"/>
              <w:rPr>
                <w:rFonts w:ascii="Univers" w:hAnsi="Univers"/>
                <w:sz w:val="14"/>
                <w:szCs w:val="14"/>
              </w:rPr>
            </w:pPr>
            <w:r>
              <w:rPr>
                <w:noProof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0" allowOverlap="0" wp14:anchorId="4F306D64" wp14:editId="0FE17E75">
                      <wp:simplePos x="0" y="0"/>
                      <wp:positionH relativeFrom="page">
                        <wp:posOffset>367030</wp:posOffset>
                      </wp:positionH>
                      <wp:positionV relativeFrom="page">
                        <wp:posOffset>3541395</wp:posOffset>
                      </wp:positionV>
                      <wp:extent cx="179705" cy="0"/>
                      <wp:effectExtent l="5080" t="7620" r="5715" b="1143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970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33333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9pt,278.85pt" to="43.05pt,27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" o:allowincell="f" o:allowoverlap="f" strokecolor="#333" strokeweight=".25pt">
                      <w10:wrap anchorx="page" anchory="page"/>
                    </v:line>
                  </w:pict>
                </mc:Fallback>
              </mc:AlternateContent>
            </w:r>
            <w:r w:rsidR="00E12E8B" w:rsidRPr="00445347">
              <w:rPr>
                <w:rFonts w:ascii="Univers" w:hAnsi="Univers"/>
                <w:sz w:val="14"/>
                <w:szCs w:val="14"/>
              </w:rPr>
              <w:t>Auftragnehmer</w:t>
            </w:r>
          </w:p>
        </w:tc>
        <w:tc>
          <w:tcPr>
            <w:tcW w:w="9038" w:type="dxa"/>
            <w:gridSpan w:val="1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95934" w:rsidRPr="005B54BC" w:rsidRDefault="00295934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0F6D04" w:rsidRPr="00C27055" w:rsidTr="00976C23">
        <w:trPr>
          <w:trHeight w:val="255"/>
        </w:trPr>
        <w:tc>
          <w:tcPr>
            <w:tcW w:w="296" w:type="dxa"/>
            <w:gridSpan w:val="2"/>
            <w:vMerge/>
            <w:tcBorders>
              <w:left w:val="single" w:sz="4" w:space="0" w:color="auto"/>
              <w:bottom w:val="nil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07" w:type="dxa"/>
            <w:gridSpan w:val="2"/>
            <w:tcBorders>
              <w:bottom w:val="nil"/>
              <w:right w:val="dashSmallGap" w:sz="4" w:space="0" w:color="auto"/>
            </w:tcBorders>
            <w:shd w:val="clear" w:color="auto" w:fill="auto"/>
            <w:vAlign w:val="center"/>
          </w:tcPr>
          <w:p w:rsidR="000F6D04" w:rsidRPr="00C27055" w:rsidRDefault="00291C37" w:rsidP="00C47AB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0F6D04">
              <w:rPr>
                <w:rFonts w:ascii="Univers" w:hAnsi="Univers"/>
                <w:sz w:val="16"/>
                <w:szCs w:val="16"/>
              </w:rPr>
              <w:t>Firma:</w:t>
            </w:r>
          </w:p>
        </w:tc>
        <w:tc>
          <w:tcPr>
            <w:tcW w:w="7558" w:type="dxa"/>
            <w:gridSpan w:val="1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6D04" w:rsidRPr="00C27055" w:rsidRDefault="000F6D04" w:rsidP="00C47AB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3" w:name="Text10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Start w:id="14" w:name="Text8"/>
            <w:bookmarkEnd w:id="13"/>
          </w:p>
        </w:tc>
        <w:bookmarkEnd w:id="14"/>
        <w:tc>
          <w:tcPr>
            <w:tcW w:w="373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EB62AF" w:rsidRPr="002B62A1" w:rsidTr="00976C23"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EB62AF" w:rsidRPr="002B62A1" w:rsidRDefault="00EB62AF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107" w:type="dxa"/>
            <w:gridSpan w:val="2"/>
            <w:shd w:val="clear" w:color="auto" w:fill="auto"/>
            <w:vAlign w:val="center"/>
          </w:tcPr>
          <w:p w:rsidR="00EB62AF" w:rsidRPr="002B62A1" w:rsidRDefault="00EB62AF" w:rsidP="00C47AB6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7558" w:type="dxa"/>
            <w:gridSpan w:val="1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EB62AF" w:rsidRPr="002B62A1" w:rsidRDefault="00EB62AF" w:rsidP="00C47AB6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7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EB62AF" w:rsidRPr="002B62A1" w:rsidRDefault="00EB62AF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0F6D04" w:rsidRPr="00C27055" w:rsidTr="00976C23">
        <w:trPr>
          <w:trHeight w:val="680"/>
        </w:trPr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07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0F6D04" w:rsidRPr="00C27055" w:rsidRDefault="00291C37" w:rsidP="005C4712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5802E9" w:rsidRPr="004D655D">
              <w:rPr>
                <w:rFonts w:ascii="Univers" w:hAnsi="Univers"/>
                <w:sz w:val="16"/>
                <w:szCs w:val="16"/>
              </w:rPr>
              <w:t>Adresse:</w:t>
            </w:r>
          </w:p>
        </w:tc>
        <w:tc>
          <w:tcPr>
            <w:tcW w:w="7558" w:type="dxa"/>
            <w:gridSpan w:val="1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0F6D04" w:rsidRPr="00C27055" w:rsidRDefault="000F6D04" w:rsidP="005C4712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5" w:name="Text9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bookmarkEnd w:id="15"/>
        <w:tc>
          <w:tcPr>
            <w:tcW w:w="373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0F6D04" w:rsidRPr="00C27055" w:rsidRDefault="000F6D04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E12E8B" w:rsidRPr="00C27055" w:rsidTr="00976C23">
        <w:trPr>
          <w:trHeight w:val="20"/>
        </w:trPr>
        <w:tc>
          <w:tcPr>
            <w:tcW w:w="29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12E8B" w:rsidRPr="005B54BC" w:rsidRDefault="00E12E8B" w:rsidP="005B54BC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8" w:type="dxa"/>
            <w:gridSpan w:val="19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5934" w:rsidRPr="00295934" w:rsidRDefault="00295934" w:rsidP="00C47AB6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445347" w:rsidRPr="00295934" w:rsidTr="00976C23">
        <w:tc>
          <w:tcPr>
            <w:tcW w:w="2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45347" w:rsidRPr="00295934" w:rsidRDefault="0044534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8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5347" w:rsidRPr="00295934" w:rsidRDefault="00445347" w:rsidP="00C47AB6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F543F7" w:rsidRPr="00C27055" w:rsidTr="00976C23">
        <w:trPr>
          <w:trHeight w:val="42"/>
        </w:trPr>
        <w:tc>
          <w:tcPr>
            <w:tcW w:w="2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F543F7" w:rsidRPr="00F543F7" w:rsidRDefault="00F543F7" w:rsidP="00626314">
            <w:pPr>
              <w:jc w:val="center"/>
              <w:rPr>
                <w:rFonts w:ascii="Univers" w:hAnsi="Univers"/>
                <w:sz w:val="14"/>
                <w:szCs w:val="14"/>
              </w:rPr>
            </w:pPr>
            <w:r w:rsidRPr="00445347">
              <w:rPr>
                <w:rFonts w:ascii="Univers" w:hAnsi="Univers"/>
                <w:sz w:val="14"/>
                <w:szCs w:val="14"/>
              </w:rPr>
              <w:t>Vertragsdaten</w:t>
            </w:r>
          </w:p>
        </w:tc>
        <w:tc>
          <w:tcPr>
            <w:tcW w:w="9038" w:type="dxa"/>
            <w:gridSpan w:val="1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F7" w:rsidRPr="005B54BC" w:rsidRDefault="00F543F7" w:rsidP="00C47AB6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F543F7" w:rsidRPr="00C27055" w:rsidTr="00976C23">
        <w:trPr>
          <w:cantSplit/>
          <w:trHeight w:val="255"/>
        </w:trPr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F543F7" w:rsidRPr="00445347" w:rsidRDefault="00F543F7" w:rsidP="00445347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</w:p>
        </w:tc>
        <w:tc>
          <w:tcPr>
            <w:tcW w:w="1107" w:type="dxa"/>
            <w:gridSpan w:val="2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F543F7" w:rsidRPr="00C27055" w:rsidRDefault="00291C37" w:rsidP="00C47AB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F543F7">
              <w:rPr>
                <w:rFonts w:ascii="Univers" w:hAnsi="Univers"/>
                <w:sz w:val="16"/>
                <w:szCs w:val="16"/>
              </w:rPr>
              <w:t>Auftragsnr.:</w:t>
            </w:r>
          </w:p>
        </w:tc>
        <w:tc>
          <w:tcPr>
            <w:tcW w:w="3001" w:type="dxa"/>
            <w:gridSpan w:val="7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F543F7" w:rsidRPr="00C27055" w:rsidRDefault="00F543F7" w:rsidP="00C47AB6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2581" w:type="dxa"/>
            <w:gridSpan w:val="8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F543F7" w:rsidRPr="00C27055" w:rsidRDefault="00F543F7" w:rsidP="00C47AB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Auftragsdatum:</w:t>
            </w:r>
          </w:p>
        </w:tc>
        <w:tc>
          <w:tcPr>
            <w:tcW w:w="197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F543F7" w:rsidRPr="00C27055" w:rsidRDefault="00F543F7" w:rsidP="00C47AB6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F543F7" w:rsidRPr="00C27055" w:rsidRDefault="00F543F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F543F7" w:rsidRPr="002B62A1" w:rsidTr="00976C23"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F543F7" w:rsidRPr="002B62A1" w:rsidRDefault="00F543F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107" w:type="dxa"/>
            <w:gridSpan w:val="2"/>
            <w:shd w:val="clear" w:color="auto" w:fill="auto"/>
            <w:vAlign w:val="center"/>
          </w:tcPr>
          <w:p w:rsidR="00F543F7" w:rsidRPr="002B62A1" w:rsidRDefault="00F543F7" w:rsidP="00C47AB6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7558" w:type="dxa"/>
            <w:gridSpan w:val="16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F543F7" w:rsidRPr="002B62A1" w:rsidRDefault="00F543F7" w:rsidP="00C47AB6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7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43F7" w:rsidRPr="002B62A1" w:rsidRDefault="00F543F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F543F7" w:rsidRPr="00C27055" w:rsidTr="00976C23">
        <w:trPr>
          <w:trHeight w:val="255"/>
        </w:trPr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F543F7" w:rsidRPr="00C27055" w:rsidRDefault="00F543F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07" w:type="dxa"/>
            <w:gridSpan w:val="2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F543F7" w:rsidRPr="00C27055" w:rsidRDefault="00F543F7" w:rsidP="00C47AB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Leistung:</w:t>
            </w:r>
          </w:p>
        </w:tc>
        <w:tc>
          <w:tcPr>
            <w:tcW w:w="7558" w:type="dxa"/>
            <w:gridSpan w:val="1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F7" w:rsidRPr="00C27055" w:rsidRDefault="00F543F7" w:rsidP="00C47AB6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F543F7" w:rsidRPr="00C27055" w:rsidRDefault="00F543F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F543F7" w:rsidRPr="002B62A1" w:rsidTr="00976C23"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F543F7" w:rsidRPr="002B62A1" w:rsidRDefault="00F543F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1107" w:type="dxa"/>
            <w:gridSpan w:val="2"/>
            <w:shd w:val="clear" w:color="auto" w:fill="auto"/>
            <w:vAlign w:val="center"/>
          </w:tcPr>
          <w:p w:rsidR="00F543F7" w:rsidRPr="002B62A1" w:rsidRDefault="00F543F7" w:rsidP="00C47AB6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7558" w:type="dxa"/>
            <w:gridSpan w:val="16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:rsidR="00F543F7" w:rsidRPr="002B62A1" w:rsidRDefault="00F543F7" w:rsidP="00C47AB6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73" w:type="dxa"/>
            <w:tcBorders>
              <w:left w:val="nil"/>
              <w:right w:val="single" w:sz="4" w:space="0" w:color="auto"/>
            </w:tcBorders>
            <w:shd w:val="clear" w:color="auto" w:fill="auto"/>
          </w:tcPr>
          <w:p w:rsidR="00F543F7" w:rsidRPr="002B62A1" w:rsidRDefault="00F543F7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F543F7" w:rsidRPr="00C27055" w:rsidTr="00976C23">
        <w:trPr>
          <w:trHeight w:val="255"/>
        </w:trPr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F543F7" w:rsidRPr="00C27055" w:rsidRDefault="00F543F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107" w:type="dxa"/>
            <w:gridSpan w:val="2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F543F7" w:rsidRPr="00C27055" w:rsidRDefault="00F543F7" w:rsidP="00C47AB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ggf. Los</w:t>
            </w:r>
          </w:p>
        </w:tc>
        <w:tc>
          <w:tcPr>
            <w:tcW w:w="7558" w:type="dxa"/>
            <w:gridSpan w:val="1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F7" w:rsidRPr="00C27055" w:rsidRDefault="00F543F7" w:rsidP="00C47AB6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F543F7" w:rsidRPr="00C27055" w:rsidRDefault="00F543F7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F543F7" w:rsidRPr="00C27055" w:rsidTr="00976C23">
        <w:trPr>
          <w:trHeight w:val="69"/>
        </w:trPr>
        <w:tc>
          <w:tcPr>
            <w:tcW w:w="29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43F7" w:rsidRPr="005B54BC" w:rsidRDefault="00F543F7" w:rsidP="00D25E8B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8" w:type="dxa"/>
            <w:gridSpan w:val="19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F7" w:rsidRPr="005B54BC" w:rsidRDefault="00F543F7" w:rsidP="00C47AB6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9B0390" w:rsidRPr="00295934" w:rsidTr="00976C23">
        <w:tc>
          <w:tcPr>
            <w:tcW w:w="2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0390" w:rsidRPr="00295934" w:rsidRDefault="009B0390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8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0390" w:rsidRPr="00295934" w:rsidRDefault="009B0390" w:rsidP="00C47AB6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F543F7" w:rsidRPr="00C27055" w:rsidTr="00976C23">
        <w:trPr>
          <w:cantSplit/>
          <w:trHeight w:val="20"/>
        </w:trPr>
        <w:tc>
          <w:tcPr>
            <w:tcW w:w="2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F543F7" w:rsidRPr="00F543F7" w:rsidRDefault="00C47AB6" w:rsidP="00F31913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>
              <w:rPr>
                <w:rFonts w:ascii="Univers" w:hAnsi="Univers"/>
                <w:sz w:val="14"/>
                <w:szCs w:val="14"/>
              </w:rPr>
              <w:t>Angaben z</w:t>
            </w:r>
            <w:r w:rsidR="00F31913">
              <w:rPr>
                <w:rFonts w:ascii="Univers" w:hAnsi="Univers"/>
                <w:sz w:val="14"/>
                <w:szCs w:val="14"/>
              </w:rPr>
              <w:t>ur</w:t>
            </w:r>
            <w:r>
              <w:rPr>
                <w:rFonts w:ascii="Univers" w:hAnsi="Univers"/>
                <w:sz w:val="14"/>
                <w:szCs w:val="14"/>
              </w:rPr>
              <w:t xml:space="preserve"> Bürgschaft</w:t>
            </w:r>
          </w:p>
        </w:tc>
        <w:tc>
          <w:tcPr>
            <w:tcW w:w="9038" w:type="dxa"/>
            <w:gridSpan w:val="1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43F7" w:rsidRPr="005B54BC" w:rsidRDefault="00F543F7" w:rsidP="00C47AB6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C47AB6" w:rsidRPr="00C27055" w:rsidTr="00976C23">
        <w:trPr>
          <w:cantSplit/>
          <w:trHeight w:val="255"/>
        </w:trPr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C47AB6" w:rsidRPr="00445347" w:rsidRDefault="00C47AB6" w:rsidP="00F543F7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</w:p>
        </w:tc>
        <w:tc>
          <w:tcPr>
            <w:tcW w:w="4108" w:type="dxa"/>
            <w:gridSpan w:val="9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C47AB6" w:rsidRPr="00C27055" w:rsidRDefault="00291C37" w:rsidP="00C47AB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C47AB6" w:rsidRPr="00C47AB6">
              <w:rPr>
                <w:rFonts w:ascii="Univers" w:hAnsi="Univers"/>
                <w:sz w:val="16"/>
                <w:szCs w:val="16"/>
              </w:rPr>
              <w:t>Bürgschaftsnummer</w:t>
            </w:r>
            <w:r w:rsidR="002302DA"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4557" w:type="dxa"/>
            <w:gridSpan w:val="9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47AB6" w:rsidRPr="00C27055" w:rsidRDefault="00C47AB6" w:rsidP="00C47AB6">
            <w:pPr>
              <w:rPr>
                <w:rFonts w:ascii="Univers" w:hAnsi="Univers"/>
                <w:sz w:val="16"/>
                <w:szCs w:val="16"/>
              </w:rPr>
            </w:pPr>
            <w:r w:rsidRPr="005B54BC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sz w:val="16"/>
                <w:szCs w:val="16"/>
              </w:rPr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C47AB6" w:rsidRPr="00C27055" w:rsidRDefault="00C47AB6" w:rsidP="00F543F7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C47AB6" w:rsidRPr="00C27055" w:rsidTr="00976C23">
        <w:trPr>
          <w:cantSplit/>
          <w:trHeight w:val="255"/>
        </w:trPr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C47AB6" w:rsidRPr="00445347" w:rsidRDefault="00C47AB6" w:rsidP="00F543F7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</w:p>
        </w:tc>
        <w:tc>
          <w:tcPr>
            <w:tcW w:w="4108" w:type="dxa"/>
            <w:gridSpan w:val="9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C47AB6" w:rsidRDefault="00291C37" w:rsidP="00C47AB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C47AB6" w:rsidRPr="00C47AB6">
              <w:rPr>
                <w:rFonts w:ascii="Univers" w:hAnsi="Univers"/>
                <w:sz w:val="16"/>
                <w:szCs w:val="16"/>
              </w:rPr>
              <w:t>Art der Bürgschaft</w:t>
            </w:r>
            <w:r w:rsidR="002302DA"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4557" w:type="dxa"/>
            <w:gridSpan w:val="9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47AB6" w:rsidRPr="0024600D" w:rsidRDefault="00291C37" w:rsidP="00C47AB6">
            <w:pPr>
              <w:rPr>
                <w:rFonts w:ascii="Univers" w:hAnsi="Univers"/>
                <w:noProof/>
                <w:sz w:val="16"/>
                <w:szCs w:val="16"/>
              </w:rPr>
            </w:pPr>
            <w:r w:rsidRPr="0024600D">
              <w:rPr>
                <w:rFonts w:ascii="Univers" w:hAnsi="Univers"/>
                <w:noProof/>
                <w:sz w:val="16"/>
                <w:szCs w:val="16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wählen:"/>
                    <w:listEntry w:val="-"/>
                    <w:listEntry w:val="Vorauszahlungsbürgschaft"/>
                    <w:listEntry w:val="Abschlagszahlungs-/Vorauszahlungsbürgschaft"/>
                    <w:listEntry w:val="Vertragserfüllungs- und Mängelansprüchebürgschaft"/>
                    <w:listEntry w:val="Mängelansprüchebürgschaft"/>
                  </w:ddList>
                </w:ffData>
              </w:fldChar>
            </w:r>
            <w:bookmarkStart w:id="16" w:name="Dropdown1"/>
            <w:r w:rsidRPr="0024600D">
              <w:rPr>
                <w:rFonts w:ascii="Univers" w:hAnsi="Univers"/>
                <w:noProof/>
                <w:sz w:val="16"/>
                <w:szCs w:val="16"/>
              </w:rPr>
              <w:instrText xml:space="preserve"> FORMDROPDOWN </w:instrText>
            </w:r>
            <w:r w:rsidR="00477DDD">
              <w:rPr>
                <w:rFonts w:ascii="Univers" w:hAnsi="Univers"/>
                <w:noProof/>
                <w:sz w:val="16"/>
                <w:szCs w:val="16"/>
              </w:rPr>
            </w:r>
            <w:r w:rsidR="00477DDD">
              <w:rPr>
                <w:rFonts w:ascii="Univers" w:hAnsi="Univers"/>
                <w:noProof/>
                <w:sz w:val="16"/>
                <w:szCs w:val="16"/>
              </w:rPr>
              <w:fldChar w:fldCharType="separate"/>
            </w:r>
            <w:r w:rsidRPr="0024600D">
              <w:rPr>
                <w:rFonts w:ascii="Univers" w:hAnsi="Univers"/>
                <w:noProof/>
                <w:sz w:val="16"/>
                <w:szCs w:val="16"/>
              </w:rPr>
              <w:fldChar w:fldCharType="end"/>
            </w:r>
            <w:bookmarkEnd w:id="16"/>
          </w:p>
        </w:tc>
        <w:tc>
          <w:tcPr>
            <w:tcW w:w="373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C47AB6" w:rsidRPr="00C27055" w:rsidRDefault="00C47AB6" w:rsidP="00F543F7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C47AB6" w:rsidRPr="00C27055" w:rsidTr="00976C23">
        <w:trPr>
          <w:cantSplit/>
          <w:trHeight w:val="255"/>
        </w:trPr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C47AB6" w:rsidRPr="00445347" w:rsidRDefault="00C47AB6" w:rsidP="00F543F7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</w:p>
        </w:tc>
        <w:tc>
          <w:tcPr>
            <w:tcW w:w="4108" w:type="dxa"/>
            <w:gridSpan w:val="9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C47AB6" w:rsidRDefault="00291C37" w:rsidP="00C47AB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C47AB6" w:rsidRPr="00C47AB6">
              <w:rPr>
                <w:rFonts w:ascii="Univers" w:hAnsi="Univers"/>
                <w:sz w:val="16"/>
                <w:szCs w:val="16"/>
              </w:rPr>
              <w:t>Aussteller</w:t>
            </w:r>
            <w:r w:rsidR="002302DA"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4557" w:type="dxa"/>
            <w:gridSpan w:val="9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47AB6" w:rsidRDefault="00C47AB6" w:rsidP="00C47AB6">
            <w:r w:rsidRPr="00842223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842223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842223">
              <w:rPr>
                <w:rFonts w:ascii="Univers" w:hAnsi="Univers"/>
                <w:sz w:val="16"/>
                <w:szCs w:val="16"/>
              </w:rPr>
            </w:r>
            <w:r w:rsidRPr="00842223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842223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C47AB6" w:rsidRPr="00C27055" w:rsidRDefault="00C47AB6" w:rsidP="00F543F7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C47AB6" w:rsidRPr="00C27055" w:rsidTr="00976C23">
        <w:trPr>
          <w:cantSplit/>
          <w:trHeight w:val="255"/>
        </w:trPr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C47AB6" w:rsidRPr="00445347" w:rsidRDefault="00C47AB6" w:rsidP="00F543F7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</w:p>
        </w:tc>
        <w:tc>
          <w:tcPr>
            <w:tcW w:w="4108" w:type="dxa"/>
            <w:gridSpan w:val="9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C47AB6" w:rsidRDefault="00291C37" w:rsidP="00C47AB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C47AB6" w:rsidRPr="00C47AB6">
              <w:rPr>
                <w:rFonts w:ascii="Univers" w:hAnsi="Univers"/>
                <w:sz w:val="16"/>
                <w:szCs w:val="16"/>
              </w:rPr>
              <w:t>Datum der Bürgschaft:</w:t>
            </w:r>
          </w:p>
        </w:tc>
        <w:tc>
          <w:tcPr>
            <w:tcW w:w="4557" w:type="dxa"/>
            <w:gridSpan w:val="9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47AB6" w:rsidRDefault="00C47AB6" w:rsidP="00C47AB6">
            <w:r w:rsidRPr="00842223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842223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842223">
              <w:rPr>
                <w:rFonts w:ascii="Univers" w:hAnsi="Univers"/>
                <w:sz w:val="16"/>
                <w:szCs w:val="16"/>
              </w:rPr>
            </w:r>
            <w:r w:rsidRPr="00842223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842223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C47AB6" w:rsidRPr="00C27055" w:rsidRDefault="00C47AB6" w:rsidP="00F543F7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C47AB6" w:rsidRPr="00C27055" w:rsidTr="00976C23">
        <w:trPr>
          <w:cantSplit/>
          <w:trHeight w:val="255"/>
        </w:trPr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C47AB6" w:rsidRPr="00445347" w:rsidRDefault="00C47AB6" w:rsidP="00F543F7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</w:p>
        </w:tc>
        <w:tc>
          <w:tcPr>
            <w:tcW w:w="4108" w:type="dxa"/>
            <w:gridSpan w:val="9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C47AB6" w:rsidRDefault="00C47AB6" w:rsidP="00C47AB6">
            <w:pPr>
              <w:rPr>
                <w:rFonts w:ascii="Univers" w:hAnsi="Univers"/>
                <w:sz w:val="16"/>
                <w:szCs w:val="16"/>
              </w:rPr>
            </w:pPr>
            <w:r w:rsidRPr="00C47AB6">
              <w:rPr>
                <w:rFonts w:ascii="Univers" w:hAnsi="Univers"/>
                <w:sz w:val="16"/>
                <w:szCs w:val="16"/>
              </w:rPr>
              <w:t>Austausch gegen Bürgschaft-Nr.:</w:t>
            </w:r>
          </w:p>
        </w:tc>
        <w:tc>
          <w:tcPr>
            <w:tcW w:w="4557" w:type="dxa"/>
            <w:gridSpan w:val="9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47AB6" w:rsidRDefault="00C47AB6" w:rsidP="00C47AB6">
            <w:r w:rsidRPr="00842223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842223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842223">
              <w:rPr>
                <w:rFonts w:ascii="Univers" w:hAnsi="Univers"/>
                <w:sz w:val="16"/>
                <w:szCs w:val="16"/>
              </w:rPr>
            </w:r>
            <w:r w:rsidRPr="00842223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842223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C47AB6" w:rsidRPr="00C27055" w:rsidRDefault="00C47AB6" w:rsidP="00F543F7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C47AB6" w:rsidRPr="00C27055" w:rsidTr="00976C23">
        <w:trPr>
          <w:cantSplit/>
          <w:trHeight w:val="255"/>
        </w:trPr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C47AB6" w:rsidRPr="00445347" w:rsidRDefault="00C47AB6" w:rsidP="00F543F7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</w:p>
        </w:tc>
        <w:tc>
          <w:tcPr>
            <w:tcW w:w="4108" w:type="dxa"/>
            <w:gridSpan w:val="9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C47AB6" w:rsidRDefault="00C47AB6" w:rsidP="00C47AB6">
            <w:pPr>
              <w:rPr>
                <w:rFonts w:ascii="Univers" w:hAnsi="Univers"/>
                <w:sz w:val="16"/>
                <w:szCs w:val="16"/>
              </w:rPr>
            </w:pPr>
            <w:r w:rsidRPr="00C47AB6">
              <w:rPr>
                <w:rFonts w:ascii="Univers" w:hAnsi="Univers"/>
                <w:sz w:val="16"/>
                <w:szCs w:val="16"/>
              </w:rPr>
              <w:t>Datum der ausgetauschten Bürgschaft:</w:t>
            </w:r>
          </w:p>
        </w:tc>
        <w:tc>
          <w:tcPr>
            <w:tcW w:w="4557" w:type="dxa"/>
            <w:gridSpan w:val="9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C47AB6" w:rsidRDefault="00C47AB6" w:rsidP="00C47AB6">
            <w:r w:rsidRPr="00842223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842223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842223">
              <w:rPr>
                <w:rFonts w:ascii="Univers" w:hAnsi="Univers"/>
                <w:sz w:val="16"/>
                <w:szCs w:val="16"/>
              </w:rPr>
            </w:r>
            <w:r w:rsidRPr="00842223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842223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C47AB6" w:rsidRPr="00C27055" w:rsidRDefault="00C47AB6" w:rsidP="00F543F7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F543F7" w:rsidRPr="00C27055" w:rsidTr="00976C23">
        <w:trPr>
          <w:trHeight w:val="20"/>
        </w:trPr>
        <w:tc>
          <w:tcPr>
            <w:tcW w:w="29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543F7" w:rsidRPr="005B54BC" w:rsidRDefault="00F543F7" w:rsidP="00F543F7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8" w:type="dxa"/>
            <w:gridSpan w:val="19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43F7" w:rsidRPr="005B54BC" w:rsidRDefault="00F543F7" w:rsidP="00F543F7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161D47" w:rsidRPr="00161D47" w:rsidTr="00161D47">
        <w:trPr>
          <w:trHeight w:val="20"/>
        </w:trPr>
        <w:tc>
          <w:tcPr>
            <w:tcW w:w="9334" w:type="dxa"/>
            <w:gridSpan w:val="21"/>
            <w:tcBorders>
              <w:bottom w:val="single" w:sz="4" w:space="0" w:color="auto"/>
            </w:tcBorders>
            <w:shd w:val="clear" w:color="auto" w:fill="auto"/>
          </w:tcPr>
          <w:p w:rsidR="00161D47" w:rsidRPr="00161D47" w:rsidRDefault="00161D47" w:rsidP="00161D47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D9403F" w:rsidRPr="00F2309F" w:rsidTr="00161D47">
        <w:tc>
          <w:tcPr>
            <w:tcW w:w="9334" w:type="dxa"/>
            <w:gridSpan w:val="21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D9403F" w:rsidRPr="00161D47" w:rsidRDefault="00D9403F" w:rsidP="005C4712">
            <w:pPr>
              <w:spacing w:before="120"/>
              <w:rPr>
                <w:rFonts w:ascii="Univers" w:hAnsi="Univers"/>
                <w:b/>
                <w:sz w:val="16"/>
                <w:szCs w:val="16"/>
              </w:rPr>
            </w:pPr>
            <w:r w:rsidRPr="00161D47">
              <w:rPr>
                <w:rFonts w:ascii="Univers" w:hAnsi="Univers"/>
                <w:b/>
                <w:sz w:val="16"/>
                <w:szCs w:val="16"/>
              </w:rPr>
              <w:t>Inanspruchnahme der Bürgschaft</w:t>
            </w:r>
          </w:p>
        </w:tc>
      </w:tr>
      <w:tr w:rsidR="0012714D" w:rsidRPr="00F2309F" w:rsidTr="00161D47">
        <w:trPr>
          <w:trHeight w:val="20"/>
        </w:trPr>
        <w:tc>
          <w:tcPr>
            <w:tcW w:w="296" w:type="dxa"/>
            <w:gridSpan w:val="2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:rsidR="00295934" w:rsidRPr="004E38F8" w:rsidRDefault="00295934" w:rsidP="009B0390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4138" w:type="dxa"/>
            <w:gridSpan w:val="10"/>
            <w:tcBorders>
              <w:top w:val="dashSmallGap" w:sz="4" w:space="0" w:color="auto"/>
            </w:tcBorders>
            <w:shd w:val="clear" w:color="auto" w:fill="auto"/>
          </w:tcPr>
          <w:p w:rsidR="00D9403F" w:rsidRPr="004E38F8" w:rsidRDefault="00D9403F" w:rsidP="009B0390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4527" w:type="dxa"/>
            <w:gridSpan w:val="8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D9403F" w:rsidRPr="004E38F8" w:rsidRDefault="00D9403F" w:rsidP="009B0390">
            <w:pPr>
              <w:jc w:val="right"/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dashSmallGap" w:sz="4" w:space="0" w:color="auto"/>
              <w:right w:val="single" w:sz="4" w:space="0" w:color="auto"/>
            </w:tcBorders>
            <w:shd w:val="clear" w:color="auto" w:fill="auto"/>
          </w:tcPr>
          <w:p w:rsidR="00D9403F" w:rsidRPr="004E38F8" w:rsidRDefault="00D9403F" w:rsidP="009B0390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F31913" w:rsidRPr="00F2309F" w:rsidTr="00976C23">
        <w:trPr>
          <w:cantSplit/>
          <w:trHeight w:val="255"/>
        </w:trPr>
        <w:tc>
          <w:tcPr>
            <w:tcW w:w="296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D9403F" w:rsidRPr="00626314" w:rsidRDefault="00D9403F" w:rsidP="00292682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 w:rsidRPr="00626314">
              <w:rPr>
                <w:rFonts w:ascii="Univers" w:hAnsi="Univers"/>
                <w:sz w:val="14"/>
                <w:szCs w:val="14"/>
              </w:rPr>
              <w:t>BdE</w:t>
            </w:r>
          </w:p>
        </w:tc>
        <w:tc>
          <w:tcPr>
            <w:tcW w:w="4138" w:type="dxa"/>
            <w:gridSpan w:val="10"/>
            <w:tcBorders>
              <w:right w:val="dashSmallGap" w:sz="4" w:space="0" w:color="auto"/>
            </w:tcBorders>
            <w:shd w:val="clear" w:color="auto" w:fill="auto"/>
          </w:tcPr>
          <w:p w:rsidR="00D9403F" w:rsidRPr="00292682" w:rsidRDefault="00291C37" w:rsidP="00292682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D9403F">
              <w:rPr>
                <w:rFonts w:ascii="Univers" w:hAnsi="Univers"/>
                <w:sz w:val="16"/>
                <w:szCs w:val="16"/>
              </w:rPr>
              <w:t>Voraussichtlicher Betrag:</w:t>
            </w:r>
          </w:p>
        </w:tc>
        <w:tc>
          <w:tcPr>
            <w:tcW w:w="4527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D9403F" w:rsidRPr="00292682" w:rsidRDefault="00356F58" w:rsidP="00356F58">
            <w:pPr>
              <w:rPr>
                <w:rFonts w:ascii="Univers" w:hAnsi="Univers"/>
                <w:noProof/>
                <w:sz w:val="16"/>
                <w:szCs w:val="16"/>
              </w:rPr>
            </w:pPr>
            <w:r w:rsidRPr="005B54BC">
              <w:rPr>
                <w:rFonts w:ascii="Univers" w:hAnsi="Univers"/>
                <w:noProof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B54BC">
              <w:rPr>
                <w:rFonts w:ascii="Univers" w:hAnsi="Univers"/>
                <w:noProof/>
                <w:sz w:val="16"/>
                <w:szCs w:val="16"/>
              </w:rPr>
              <w:instrText xml:space="preserve"> FORMTEXT </w:instrText>
            </w:r>
            <w:r w:rsidRPr="005B54BC">
              <w:rPr>
                <w:rFonts w:ascii="Univers" w:hAnsi="Univers"/>
                <w:noProof/>
                <w:sz w:val="16"/>
                <w:szCs w:val="16"/>
              </w:rPr>
            </w:r>
            <w:r w:rsidRPr="005B54BC">
              <w:rPr>
                <w:rFonts w:ascii="Univers" w:hAnsi="Univers"/>
                <w:noProof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5B54BC">
              <w:rPr>
                <w:rFonts w:ascii="Univers" w:hAnsi="Univers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D9403F" w:rsidRPr="00F2309F" w:rsidRDefault="00D9403F" w:rsidP="009B0390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F31913" w:rsidRPr="00F2309F" w:rsidTr="00976C23">
        <w:trPr>
          <w:cantSplit/>
          <w:trHeight w:val="255"/>
        </w:trPr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9403F" w:rsidRPr="00F2309F" w:rsidRDefault="00D9403F" w:rsidP="009B0390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4138" w:type="dxa"/>
            <w:gridSpan w:val="10"/>
            <w:tcBorders>
              <w:right w:val="dashSmallGap" w:sz="4" w:space="0" w:color="auto"/>
            </w:tcBorders>
            <w:shd w:val="clear" w:color="auto" w:fill="auto"/>
          </w:tcPr>
          <w:p w:rsidR="00D9403F" w:rsidRPr="00292682" w:rsidRDefault="00291C37" w:rsidP="009B039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  <w:vertAlign w:val="superscript"/>
              </w:rPr>
              <w:t>#</w:t>
            </w:r>
            <w:r w:rsidR="00D9403F">
              <w:rPr>
                <w:rFonts w:ascii="Univers" w:hAnsi="Univers"/>
                <w:sz w:val="16"/>
                <w:szCs w:val="16"/>
              </w:rPr>
              <w:t>Grund:</w:t>
            </w:r>
          </w:p>
        </w:tc>
        <w:tc>
          <w:tcPr>
            <w:tcW w:w="4527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D9403F" w:rsidRPr="00292682" w:rsidRDefault="00291C37" w:rsidP="00356F58">
            <w:pPr>
              <w:rPr>
                <w:rFonts w:ascii="Univers" w:hAnsi="Univers"/>
                <w:noProof/>
                <w:sz w:val="16"/>
                <w:szCs w:val="16"/>
              </w:rPr>
            </w:pPr>
            <w:r>
              <w:rPr>
                <w:rFonts w:ascii="Univers" w:hAnsi="Univers"/>
                <w:noProof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Bitte wählen:"/>
                    <w:listEntry w:val="-"/>
                    <w:listEntry w:val="siehe Anlage"/>
                    <w:listEntry w:val="Ersatzvornahme"/>
                    <w:listEntry w:val="Insolvenz"/>
                  </w:ddList>
                </w:ffData>
              </w:fldChar>
            </w:r>
            <w:r>
              <w:rPr>
                <w:rFonts w:ascii="Univers" w:hAnsi="Univers"/>
                <w:noProof/>
                <w:sz w:val="16"/>
                <w:szCs w:val="16"/>
              </w:rPr>
              <w:instrText xml:space="preserve"> FORMDROPDOWN </w:instrText>
            </w:r>
            <w:r w:rsidR="00477DDD">
              <w:rPr>
                <w:rFonts w:ascii="Univers" w:hAnsi="Univers"/>
                <w:noProof/>
                <w:sz w:val="16"/>
                <w:szCs w:val="16"/>
              </w:rPr>
            </w:r>
            <w:r w:rsidR="00477DDD">
              <w:rPr>
                <w:rFonts w:ascii="Univers" w:hAnsi="Univers"/>
                <w:noProof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noProof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D9403F" w:rsidRPr="00F2309F" w:rsidRDefault="00D9403F" w:rsidP="009B0390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D9403F" w:rsidRPr="00F2309F" w:rsidTr="00976C23">
        <w:trPr>
          <w:cantSplit/>
          <w:trHeight w:val="255"/>
        </w:trPr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D9403F" w:rsidRPr="00F2309F" w:rsidRDefault="00D9403F" w:rsidP="009B0390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8665" w:type="dxa"/>
            <w:gridSpan w:val="18"/>
            <w:shd w:val="clear" w:color="auto" w:fill="auto"/>
          </w:tcPr>
          <w:p w:rsidR="005C4712" w:rsidRDefault="00D9403F" w:rsidP="00292682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477DDD">
              <w:rPr>
                <w:rFonts w:ascii="Univers" w:hAnsi="Univers"/>
                <w:sz w:val="16"/>
                <w:szCs w:val="16"/>
              </w:rPr>
            </w:r>
            <w:r w:rsidR="00477DDD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Anspruchsbetrag wird direkt vom Bürgschaftsgeber </w:t>
            </w:r>
          </w:p>
          <w:p w:rsidR="00D9403F" w:rsidRPr="00292682" w:rsidRDefault="005C4712" w:rsidP="00292682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     </w:t>
            </w:r>
            <w:r w:rsidR="00292682">
              <w:rPr>
                <w:rFonts w:ascii="Univers" w:hAnsi="Univers"/>
                <w:sz w:val="16"/>
                <w:szCs w:val="16"/>
              </w:rPr>
              <w:t xml:space="preserve">an Dritte </w:t>
            </w:r>
            <w:r w:rsidR="00D9403F">
              <w:rPr>
                <w:rFonts w:ascii="Univers" w:hAnsi="Univers"/>
                <w:sz w:val="16"/>
                <w:szCs w:val="16"/>
              </w:rPr>
              <w:t>bezahlt</w:t>
            </w:r>
          </w:p>
        </w:tc>
        <w:tc>
          <w:tcPr>
            <w:tcW w:w="373" w:type="dxa"/>
            <w:tcBorders>
              <w:right w:val="single" w:sz="4" w:space="0" w:color="auto"/>
            </w:tcBorders>
            <w:shd w:val="clear" w:color="auto" w:fill="auto"/>
          </w:tcPr>
          <w:p w:rsidR="00D9403F" w:rsidRPr="00F2309F" w:rsidRDefault="00D9403F" w:rsidP="009B0390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5C4712" w:rsidRPr="00F2309F" w:rsidTr="00161D47">
        <w:trPr>
          <w:trHeight w:val="20"/>
        </w:trPr>
        <w:tc>
          <w:tcPr>
            <w:tcW w:w="296" w:type="dxa"/>
            <w:gridSpan w:val="2"/>
            <w:tcBorders>
              <w:left w:val="single" w:sz="4" w:space="0" w:color="auto"/>
              <w:bottom w:val="dashSmallGap" w:sz="4" w:space="0" w:color="auto"/>
            </w:tcBorders>
            <w:shd w:val="clear" w:color="auto" w:fill="auto"/>
          </w:tcPr>
          <w:p w:rsidR="00295934" w:rsidRPr="004E38F8" w:rsidRDefault="00295934" w:rsidP="00541DC4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4138" w:type="dxa"/>
            <w:gridSpan w:val="10"/>
            <w:tcBorders>
              <w:bottom w:val="dashSmallGap" w:sz="4" w:space="0" w:color="auto"/>
            </w:tcBorders>
            <w:shd w:val="clear" w:color="auto" w:fill="auto"/>
          </w:tcPr>
          <w:p w:rsidR="00836D3C" w:rsidRPr="004E38F8" w:rsidRDefault="00836D3C" w:rsidP="00541DC4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4527" w:type="dxa"/>
            <w:gridSpan w:val="8"/>
            <w:tcBorders>
              <w:bottom w:val="dashSmallGap" w:sz="4" w:space="0" w:color="auto"/>
            </w:tcBorders>
            <w:shd w:val="clear" w:color="auto" w:fill="auto"/>
          </w:tcPr>
          <w:p w:rsidR="00836D3C" w:rsidRPr="004E38F8" w:rsidRDefault="00836D3C" w:rsidP="00541DC4">
            <w:pPr>
              <w:jc w:val="right"/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73" w:type="dxa"/>
            <w:tcBorders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836D3C" w:rsidRPr="004E38F8" w:rsidRDefault="00836D3C" w:rsidP="00541DC4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836D3C" w:rsidRPr="00F2309F" w:rsidTr="00161D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296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836D3C" w:rsidRPr="004E38F8" w:rsidRDefault="00836D3C" w:rsidP="00541DC4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4138" w:type="dxa"/>
            <w:gridSpan w:val="10"/>
            <w:tcBorders>
              <w:top w:val="dashSmallGap" w:sz="4" w:space="0" w:color="auto"/>
            </w:tcBorders>
            <w:shd w:val="clear" w:color="auto" w:fill="auto"/>
          </w:tcPr>
          <w:p w:rsidR="00836D3C" w:rsidRPr="004E38F8" w:rsidRDefault="00836D3C" w:rsidP="00541DC4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4527" w:type="dxa"/>
            <w:gridSpan w:val="8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836D3C" w:rsidRPr="004E38F8" w:rsidRDefault="00836D3C" w:rsidP="00541DC4">
            <w:pPr>
              <w:jc w:val="right"/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dashSmallGap" w:sz="4" w:space="0" w:color="auto"/>
            </w:tcBorders>
            <w:shd w:val="clear" w:color="auto" w:fill="auto"/>
          </w:tcPr>
          <w:p w:rsidR="00836D3C" w:rsidRPr="004E38F8" w:rsidRDefault="00836D3C" w:rsidP="00541DC4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5C4712" w:rsidRPr="00F2309F" w:rsidTr="00976C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55"/>
        </w:trPr>
        <w:tc>
          <w:tcPr>
            <w:tcW w:w="296" w:type="dxa"/>
            <w:gridSpan w:val="2"/>
            <w:vMerge w:val="restart"/>
            <w:shd w:val="clear" w:color="auto" w:fill="auto"/>
            <w:textDirection w:val="btLr"/>
          </w:tcPr>
          <w:p w:rsidR="00D9403F" w:rsidRPr="00626314" w:rsidRDefault="00D9403F" w:rsidP="000E4ED8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  <w:r w:rsidRPr="00626314">
              <w:rPr>
                <w:rFonts w:ascii="Univers" w:hAnsi="Univers"/>
                <w:sz w:val="14"/>
                <w:szCs w:val="14"/>
              </w:rPr>
              <w:t>BImA</w:t>
            </w:r>
          </w:p>
        </w:tc>
        <w:tc>
          <w:tcPr>
            <w:tcW w:w="4138" w:type="dxa"/>
            <w:gridSpan w:val="10"/>
            <w:tcBorders>
              <w:right w:val="dashSmallGap" w:sz="4" w:space="0" w:color="auto"/>
            </w:tcBorders>
            <w:shd w:val="clear" w:color="auto" w:fill="auto"/>
          </w:tcPr>
          <w:p w:rsidR="00D9403F" w:rsidRPr="00292682" w:rsidRDefault="005E5601" w:rsidP="009B039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Verwendungszweck</w:t>
            </w:r>
            <w:r w:rsidR="00356F58">
              <w:rPr>
                <w:rFonts w:ascii="Univers" w:hAnsi="Univers"/>
                <w:sz w:val="16"/>
                <w:szCs w:val="16"/>
              </w:rPr>
              <w:t>:</w:t>
            </w:r>
            <w:r w:rsidR="00D9403F">
              <w:rPr>
                <w:rFonts w:ascii="Univers" w:hAnsi="Univers"/>
                <w:sz w:val="16"/>
                <w:szCs w:val="16"/>
              </w:rPr>
              <w:t xml:space="preserve"> </w:t>
            </w:r>
          </w:p>
        </w:tc>
        <w:tc>
          <w:tcPr>
            <w:tcW w:w="4527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D9403F" w:rsidRPr="00836D3C" w:rsidRDefault="00356F58" w:rsidP="00356F58">
            <w:pPr>
              <w:rPr>
                <w:rFonts w:ascii="Univers" w:hAnsi="Univers"/>
                <w:sz w:val="16"/>
                <w:szCs w:val="16"/>
              </w:rPr>
            </w:pPr>
            <w:r w:rsidRPr="00356F58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56F58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56F58">
              <w:rPr>
                <w:rFonts w:ascii="Univers" w:hAnsi="Univers"/>
                <w:sz w:val="16"/>
                <w:szCs w:val="16"/>
              </w:rPr>
            </w:r>
            <w:r w:rsidRPr="00356F58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56F58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left w:val="dashSmallGap" w:sz="4" w:space="0" w:color="auto"/>
            </w:tcBorders>
            <w:shd w:val="clear" w:color="auto" w:fill="auto"/>
          </w:tcPr>
          <w:p w:rsidR="00D9403F" w:rsidRPr="00F2309F" w:rsidRDefault="00D9403F" w:rsidP="009B0390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CA2DF2" w:rsidRPr="00F2309F" w:rsidTr="00976C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255"/>
        </w:trPr>
        <w:tc>
          <w:tcPr>
            <w:tcW w:w="296" w:type="dxa"/>
            <w:gridSpan w:val="2"/>
            <w:vMerge/>
            <w:shd w:val="clear" w:color="auto" w:fill="auto"/>
          </w:tcPr>
          <w:p w:rsidR="0012714D" w:rsidRPr="00F2309F" w:rsidRDefault="0012714D" w:rsidP="009B0390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1107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:rsidR="0012714D" w:rsidRDefault="0012714D" w:rsidP="009B0390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Bankdaten :</w:t>
            </w:r>
          </w:p>
        </w:tc>
        <w:tc>
          <w:tcPr>
            <w:tcW w:w="77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2714D" w:rsidRPr="00836D3C" w:rsidRDefault="0012714D" w:rsidP="00356F58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IBAN</w:t>
            </w:r>
          </w:p>
        </w:tc>
        <w:tc>
          <w:tcPr>
            <w:tcW w:w="2260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2714D" w:rsidRPr="00836D3C" w:rsidRDefault="00CA2DF2" w:rsidP="00356F58">
            <w:pPr>
              <w:rPr>
                <w:rFonts w:ascii="Univers" w:hAnsi="Univers"/>
                <w:sz w:val="16"/>
                <w:szCs w:val="16"/>
              </w:rPr>
            </w:pPr>
            <w:r w:rsidRPr="00CA2DF2">
              <w:rPr>
                <w:rFonts w:ascii="Univers" w:hAnsi="Univers"/>
                <w:sz w:val="16"/>
                <w:szCs w:val="16"/>
              </w:rPr>
              <w:t>DE89 55010400 0000255343</w:t>
            </w:r>
          </w:p>
        </w:tc>
        <w:tc>
          <w:tcPr>
            <w:tcW w:w="1247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2714D" w:rsidRPr="00836D3C" w:rsidRDefault="0012714D" w:rsidP="00356F58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BIC</w:t>
            </w:r>
          </w:p>
        </w:tc>
        <w:tc>
          <w:tcPr>
            <w:tcW w:w="3280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12714D" w:rsidRPr="00836D3C" w:rsidRDefault="00CA2DF2" w:rsidP="00356F58">
            <w:pPr>
              <w:rPr>
                <w:rFonts w:ascii="Univers" w:hAnsi="Univers"/>
                <w:sz w:val="16"/>
                <w:szCs w:val="16"/>
              </w:rPr>
            </w:pPr>
            <w:r w:rsidRPr="00CA2DF2">
              <w:rPr>
                <w:rFonts w:ascii="Univers" w:hAnsi="Univers"/>
                <w:sz w:val="16"/>
                <w:szCs w:val="16"/>
              </w:rPr>
              <w:t>AARBDE5WDOM</w:t>
            </w:r>
          </w:p>
        </w:tc>
        <w:tc>
          <w:tcPr>
            <w:tcW w:w="373" w:type="dxa"/>
            <w:tcBorders>
              <w:left w:val="dashSmallGap" w:sz="4" w:space="0" w:color="auto"/>
            </w:tcBorders>
            <w:shd w:val="clear" w:color="auto" w:fill="auto"/>
          </w:tcPr>
          <w:p w:rsidR="0012714D" w:rsidRPr="00F2309F" w:rsidRDefault="0012714D" w:rsidP="009B0390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0E4ED8" w:rsidRPr="00F2309F" w:rsidTr="00976C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7"/>
        </w:trPr>
        <w:tc>
          <w:tcPr>
            <w:tcW w:w="296" w:type="dxa"/>
            <w:gridSpan w:val="2"/>
            <w:vMerge/>
            <w:shd w:val="clear" w:color="auto" w:fill="auto"/>
          </w:tcPr>
          <w:p w:rsidR="000E4ED8" w:rsidRPr="00F2309F" w:rsidRDefault="000E4ED8" w:rsidP="009B0390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4138" w:type="dxa"/>
            <w:gridSpan w:val="10"/>
            <w:tcBorders>
              <w:right w:val="nil"/>
            </w:tcBorders>
            <w:shd w:val="clear" w:color="auto" w:fill="auto"/>
          </w:tcPr>
          <w:p w:rsidR="000E4ED8" w:rsidRPr="00F31913" w:rsidRDefault="000E4ED8" w:rsidP="00292682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4527" w:type="dxa"/>
            <w:gridSpan w:val="8"/>
            <w:tcBorders>
              <w:top w:val="dashSmallGap" w:sz="4" w:space="0" w:color="auto"/>
              <w:left w:val="nil"/>
              <w:bottom w:val="dashSmallGap" w:sz="4" w:space="0" w:color="auto"/>
              <w:right w:val="nil"/>
            </w:tcBorders>
            <w:shd w:val="clear" w:color="auto" w:fill="auto"/>
          </w:tcPr>
          <w:p w:rsidR="000E4ED8" w:rsidRPr="00F31913" w:rsidRDefault="000E4ED8" w:rsidP="00836D3C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373" w:type="dxa"/>
            <w:tcBorders>
              <w:left w:val="nil"/>
            </w:tcBorders>
            <w:shd w:val="clear" w:color="auto" w:fill="auto"/>
          </w:tcPr>
          <w:p w:rsidR="000E4ED8" w:rsidRPr="00F31913" w:rsidRDefault="000E4ED8" w:rsidP="009B0390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5C4712" w:rsidRPr="00F2309F" w:rsidTr="00976C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55"/>
        </w:trPr>
        <w:tc>
          <w:tcPr>
            <w:tcW w:w="296" w:type="dxa"/>
            <w:gridSpan w:val="2"/>
            <w:vMerge/>
            <w:shd w:val="clear" w:color="auto" w:fill="auto"/>
          </w:tcPr>
          <w:p w:rsidR="00D9403F" w:rsidRPr="00F2309F" w:rsidRDefault="00D9403F" w:rsidP="009B0390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4138" w:type="dxa"/>
            <w:gridSpan w:val="10"/>
            <w:tcBorders>
              <w:right w:val="dashSmallGap" w:sz="4" w:space="0" w:color="auto"/>
            </w:tcBorders>
            <w:shd w:val="clear" w:color="auto" w:fill="auto"/>
          </w:tcPr>
          <w:p w:rsidR="00D9403F" w:rsidRDefault="00D9403F" w:rsidP="00292682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Zahlungseingang</w:t>
            </w:r>
            <w:r w:rsidR="00356F58"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4527" w:type="dxa"/>
            <w:gridSpan w:val="8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:rsidR="00D9403F" w:rsidRPr="00836D3C" w:rsidRDefault="00356F58" w:rsidP="00356F58">
            <w:pPr>
              <w:rPr>
                <w:rFonts w:ascii="Univers" w:hAnsi="Univers"/>
                <w:sz w:val="16"/>
                <w:szCs w:val="16"/>
              </w:rPr>
            </w:pPr>
            <w:r w:rsidRPr="00356F58"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356F58"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 w:rsidRPr="00356F58">
              <w:rPr>
                <w:rFonts w:ascii="Univers" w:hAnsi="Univers"/>
                <w:sz w:val="16"/>
                <w:szCs w:val="16"/>
              </w:rPr>
            </w:r>
            <w:r w:rsidRPr="00356F58"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Pr="00356F58"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373" w:type="dxa"/>
            <w:tcBorders>
              <w:left w:val="dashSmallGap" w:sz="4" w:space="0" w:color="auto"/>
            </w:tcBorders>
            <w:shd w:val="clear" w:color="auto" w:fill="auto"/>
          </w:tcPr>
          <w:p w:rsidR="00D9403F" w:rsidRPr="00F2309F" w:rsidRDefault="00D9403F" w:rsidP="009B0390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836D3C" w:rsidRPr="00295934" w:rsidTr="00976C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2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836D3C" w:rsidRPr="00295934" w:rsidRDefault="00836D3C" w:rsidP="009B0390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4138" w:type="dxa"/>
            <w:gridSpan w:val="10"/>
            <w:tcBorders>
              <w:bottom w:val="single" w:sz="4" w:space="0" w:color="auto"/>
            </w:tcBorders>
            <w:shd w:val="clear" w:color="auto" w:fill="auto"/>
          </w:tcPr>
          <w:p w:rsidR="00836D3C" w:rsidRPr="00295934" w:rsidRDefault="00836D3C" w:rsidP="00292682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4527" w:type="dxa"/>
            <w:gridSpan w:val="8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836D3C" w:rsidRPr="00295934" w:rsidRDefault="00836D3C" w:rsidP="00836D3C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73" w:type="dxa"/>
            <w:tcBorders>
              <w:bottom w:val="single" w:sz="4" w:space="0" w:color="auto"/>
            </w:tcBorders>
            <w:shd w:val="clear" w:color="auto" w:fill="auto"/>
          </w:tcPr>
          <w:p w:rsidR="00836D3C" w:rsidRPr="00295934" w:rsidRDefault="00836D3C" w:rsidP="009B0390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295934" w:rsidRPr="00295934" w:rsidTr="00976C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0"/>
        </w:trPr>
        <w:tc>
          <w:tcPr>
            <w:tcW w:w="2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95934" w:rsidRPr="00295934" w:rsidRDefault="00295934" w:rsidP="009B0390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4138" w:type="dxa"/>
            <w:gridSpan w:val="1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5934" w:rsidRPr="00295934" w:rsidRDefault="00295934" w:rsidP="00292682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4527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5934" w:rsidRPr="00295934" w:rsidRDefault="00295934" w:rsidP="00836D3C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73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95934" w:rsidRPr="00295934" w:rsidRDefault="00295934" w:rsidP="009B0390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8976DB" w:rsidRPr="00C27055" w:rsidTr="00976C23">
        <w:trPr>
          <w:cantSplit/>
          <w:trHeight w:val="23"/>
        </w:trPr>
        <w:tc>
          <w:tcPr>
            <w:tcW w:w="2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extDirection w:val="btLr"/>
          </w:tcPr>
          <w:p w:rsidR="008976DB" w:rsidRPr="008976DB" w:rsidRDefault="008976DB" w:rsidP="00626314">
            <w:pPr>
              <w:jc w:val="center"/>
              <w:rPr>
                <w:rFonts w:ascii="Univers" w:hAnsi="Univers"/>
                <w:sz w:val="14"/>
                <w:szCs w:val="14"/>
              </w:rPr>
            </w:pPr>
            <w:r>
              <w:rPr>
                <w:rFonts w:ascii="Univers" w:hAnsi="Univers"/>
                <w:sz w:val="14"/>
                <w:szCs w:val="14"/>
              </w:rPr>
              <w:t>B</w:t>
            </w:r>
            <w:r w:rsidR="008C0286">
              <w:rPr>
                <w:rFonts w:ascii="Univers" w:hAnsi="Univers"/>
                <w:sz w:val="14"/>
                <w:szCs w:val="14"/>
              </w:rPr>
              <w:t>dE</w:t>
            </w:r>
          </w:p>
        </w:tc>
        <w:tc>
          <w:tcPr>
            <w:tcW w:w="9038" w:type="dxa"/>
            <w:gridSpan w:val="1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976DB" w:rsidRPr="005B54BC" w:rsidRDefault="00F31913" w:rsidP="00F2309F">
            <w:pPr>
              <w:rPr>
                <w:rFonts w:ascii="Univers" w:hAnsi="Univers"/>
                <w:sz w:val="2"/>
                <w:szCs w:val="2"/>
              </w:rPr>
            </w:pPr>
            <w:r>
              <w:rPr>
                <w:rFonts w:ascii="Univers" w:hAnsi="Univers"/>
                <w:sz w:val="2"/>
                <w:szCs w:val="2"/>
              </w:rPr>
              <w:t xml:space="preserve"> </w:t>
            </w:r>
          </w:p>
        </w:tc>
      </w:tr>
      <w:tr w:rsidR="00B03EEF" w:rsidRPr="00C27055" w:rsidTr="00976C23">
        <w:trPr>
          <w:trHeight w:val="378"/>
        </w:trPr>
        <w:tc>
          <w:tcPr>
            <w:tcW w:w="29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03EEF" w:rsidRPr="00C27055" w:rsidRDefault="00B03EEF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tcBorders>
              <w:bottom w:val="nil"/>
              <w:right w:val="dashSmallGap" w:sz="4" w:space="0" w:color="auto"/>
            </w:tcBorders>
            <w:shd w:val="clear" w:color="auto" w:fill="auto"/>
          </w:tcPr>
          <w:p w:rsidR="00B03EEF" w:rsidRPr="00C27055" w:rsidRDefault="00B03EEF" w:rsidP="008C0286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Anmerkungen der </w:t>
            </w:r>
            <w:r>
              <w:rPr>
                <w:rFonts w:ascii="Univers" w:hAnsi="Univers"/>
                <w:sz w:val="16"/>
                <w:szCs w:val="16"/>
              </w:rPr>
              <w:br/>
            </w:r>
            <w:r w:rsidR="008C0286">
              <w:rPr>
                <w:rFonts w:ascii="Univers" w:hAnsi="Univers"/>
                <w:sz w:val="16"/>
                <w:szCs w:val="16"/>
              </w:rPr>
              <w:t>BdE</w:t>
            </w:r>
            <w:r>
              <w:rPr>
                <w:rFonts w:ascii="Univers" w:hAnsi="Univers"/>
                <w:sz w:val="16"/>
                <w:szCs w:val="16"/>
              </w:rPr>
              <w:t>:</w:t>
            </w:r>
          </w:p>
        </w:tc>
        <w:tc>
          <w:tcPr>
            <w:tcW w:w="7105" w:type="dxa"/>
            <w:gridSpan w:val="1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B03EEF" w:rsidRPr="00C27055" w:rsidRDefault="00B03EEF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7" w:name="Text24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bookmarkEnd w:id="17"/>
        <w:tc>
          <w:tcPr>
            <w:tcW w:w="373" w:type="dxa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B03EEF" w:rsidRPr="00C27055" w:rsidRDefault="00B03EEF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8976DB" w:rsidRPr="00C27055" w:rsidTr="00976C23">
        <w:trPr>
          <w:trHeight w:val="20"/>
        </w:trPr>
        <w:tc>
          <w:tcPr>
            <w:tcW w:w="29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76DB" w:rsidRPr="005B54BC" w:rsidRDefault="008976DB" w:rsidP="00F2309F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8" w:type="dxa"/>
            <w:gridSpan w:val="19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6DB" w:rsidRPr="005B54BC" w:rsidRDefault="008976DB" w:rsidP="00F2309F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267C2" w:rsidRPr="00295934" w:rsidTr="00976C23">
        <w:tc>
          <w:tcPr>
            <w:tcW w:w="2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67C2" w:rsidRPr="00295934" w:rsidRDefault="003267C2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4066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3267C2" w:rsidRPr="00295934" w:rsidRDefault="003267C2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267C2" w:rsidRPr="00295934" w:rsidRDefault="003267C2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1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67C2" w:rsidRPr="00295934" w:rsidRDefault="003267C2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67C2" w:rsidRPr="00295934" w:rsidRDefault="003267C2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8976DB" w:rsidRPr="00C27055" w:rsidTr="00976C23">
        <w:trPr>
          <w:cantSplit/>
          <w:trHeight w:val="20"/>
        </w:trPr>
        <w:tc>
          <w:tcPr>
            <w:tcW w:w="2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btLr"/>
          </w:tcPr>
          <w:p w:rsidR="008976DB" w:rsidRPr="005B54BC" w:rsidRDefault="008976DB" w:rsidP="008976DB">
            <w:pPr>
              <w:ind w:left="113" w:right="113"/>
              <w:jc w:val="center"/>
              <w:rPr>
                <w:rFonts w:ascii="Univers" w:hAnsi="Univers"/>
                <w:sz w:val="2"/>
                <w:szCs w:val="2"/>
              </w:rPr>
            </w:pPr>
            <w:r>
              <w:rPr>
                <w:rFonts w:ascii="Univers" w:hAnsi="Univers"/>
                <w:sz w:val="14"/>
                <w:szCs w:val="14"/>
              </w:rPr>
              <w:t>BImA</w:t>
            </w:r>
          </w:p>
        </w:tc>
        <w:tc>
          <w:tcPr>
            <w:tcW w:w="9038" w:type="dxa"/>
            <w:gridSpan w:val="19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295934" w:rsidRPr="005B54BC" w:rsidRDefault="00295934" w:rsidP="00F2309F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292682" w:rsidRPr="00C27055" w:rsidTr="00976C23"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textDirection w:val="btLr"/>
          </w:tcPr>
          <w:p w:rsidR="00292682" w:rsidRPr="008976DB" w:rsidRDefault="00292682" w:rsidP="008976DB">
            <w:pPr>
              <w:ind w:left="113" w:right="113"/>
              <w:jc w:val="center"/>
              <w:rPr>
                <w:rFonts w:ascii="Univers" w:hAnsi="Univers"/>
                <w:sz w:val="14"/>
                <w:szCs w:val="14"/>
              </w:rPr>
            </w:pPr>
          </w:p>
        </w:tc>
        <w:tc>
          <w:tcPr>
            <w:tcW w:w="1560" w:type="dxa"/>
            <w:gridSpan w:val="3"/>
            <w:tcBorders>
              <w:right w:val="dashSmallGap" w:sz="4" w:space="0" w:color="auto"/>
            </w:tcBorders>
            <w:shd w:val="clear" w:color="auto" w:fill="auto"/>
          </w:tcPr>
          <w:p w:rsidR="00292682" w:rsidRPr="00C27055" w:rsidRDefault="00292682" w:rsidP="00F543F7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Bearbeitungs-vermerk</w:t>
            </w:r>
          </w:p>
        </w:tc>
        <w:tc>
          <w:tcPr>
            <w:tcW w:w="3825" w:type="dxa"/>
            <w:gridSpan w:val="1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292682" w:rsidRPr="00C27055" w:rsidRDefault="00292682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8" w:name="Text23"/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gridSpan w:val="2"/>
            <w:vMerge w:val="restart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292682" w:rsidRPr="00C27055" w:rsidRDefault="00292682" w:rsidP="009A65D5">
            <w:pPr>
              <w:rPr>
                <w:rFonts w:ascii="Univers" w:hAnsi="Univers"/>
                <w:sz w:val="16"/>
                <w:szCs w:val="16"/>
              </w:rPr>
            </w:pPr>
            <w:r w:rsidRPr="00C27055">
              <w:rPr>
                <w:rFonts w:ascii="Univers" w:hAnsi="Univers"/>
                <w:sz w:val="16"/>
                <w:szCs w:val="16"/>
              </w:rPr>
              <w:t>Belegnummer:</w:t>
            </w:r>
          </w:p>
        </w:tc>
        <w:tc>
          <w:tcPr>
            <w:tcW w:w="1976" w:type="dxa"/>
            <w:vMerge w:val="restart"/>
            <w:tcBorders>
              <w:top w:val="dashSmallGap" w:sz="4" w:space="0" w:color="auto"/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292682" w:rsidRPr="00C27055" w:rsidRDefault="00292682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bookmarkEnd w:id="18"/>
        <w:tc>
          <w:tcPr>
            <w:tcW w:w="373" w:type="dxa"/>
            <w:vMerge w:val="restart"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292682" w:rsidRPr="00C27055" w:rsidRDefault="00292682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F31913" w:rsidRPr="00C27055" w:rsidTr="00976C23"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F31913" w:rsidRPr="00C27055" w:rsidRDefault="00F31913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tcBorders>
              <w:right w:val="dashSmallGap" w:sz="4" w:space="0" w:color="auto"/>
            </w:tcBorders>
            <w:shd w:val="clear" w:color="auto" w:fill="auto"/>
          </w:tcPr>
          <w:p w:rsidR="00F31913" w:rsidRDefault="00F31913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>Erfasst --am -- von</w:t>
            </w:r>
          </w:p>
        </w:tc>
        <w:tc>
          <w:tcPr>
            <w:tcW w:w="127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F31913" w:rsidRPr="00C27055" w:rsidRDefault="00F31913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A)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274" w:type="dxa"/>
            <w:gridSpan w:val="4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F31913" w:rsidRPr="00C27055" w:rsidRDefault="00F31913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B)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277" w:type="dxa"/>
            <w:gridSpan w:val="6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F31913" w:rsidRPr="00C27055" w:rsidRDefault="00F31913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C)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gridSpan w:val="2"/>
            <w:vMerge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F31913" w:rsidRPr="00C27055" w:rsidRDefault="00F31913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976" w:type="dxa"/>
            <w:vMerge/>
            <w:tcBorders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F31913" w:rsidRPr="00C27055" w:rsidRDefault="00F31913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F31913" w:rsidRPr="00C27055" w:rsidRDefault="00F31913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F31913" w:rsidRPr="00C27055" w:rsidTr="00976C23">
        <w:tc>
          <w:tcPr>
            <w:tcW w:w="29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F31913" w:rsidRPr="00C27055" w:rsidRDefault="00F31913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560" w:type="dxa"/>
            <w:gridSpan w:val="3"/>
            <w:tcBorders>
              <w:right w:val="dashSmallGap" w:sz="4" w:space="0" w:color="auto"/>
            </w:tcBorders>
            <w:shd w:val="clear" w:color="auto" w:fill="auto"/>
          </w:tcPr>
          <w:p w:rsidR="00F31913" w:rsidRPr="00C27055" w:rsidRDefault="00F31913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F31913" w:rsidRPr="00C27055" w:rsidRDefault="00F31913" w:rsidP="00F31913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D)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274" w:type="dxa"/>
            <w:gridSpan w:val="4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F31913" w:rsidRPr="00C27055" w:rsidRDefault="00F31913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D)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277" w:type="dxa"/>
            <w:gridSpan w:val="6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F31913" w:rsidRPr="00C27055" w:rsidRDefault="00F31913" w:rsidP="00DA1089">
            <w:pPr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t xml:space="preserve">D) </w:t>
            </w: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FORMTEXT </w:instrText>
            </w:r>
            <w:r>
              <w:rPr>
                <w:rFonts w:ascii="Univers" w:hAnsi="Univers"/>
                <w:sz w:val="16"/>
                <w:szCs w:val="16"/>
              </w:rPr>
            </w:r>
            <w:r>
              <w:rPr>
                <w:rFonts w:ascii="Univers" w:hAnsi="Univers"/>
                <w:sz w:val="16"/>
                <w:szCs w:val="16"/>
              </w:rPr>
              <w:fldChar w:fldCharType="separate"/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 w:rsidR="00161D47">
              <w:rPr>
                <w:rFonts w:ascii="Univers" w:hAnsi="Univers"/>
                <w:noProof/>
                <w:sz w:val="16"/>
                <w:szCs w:val="16"/>
              </w:rPr>
              <w:t> </w:t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</w:p>
        </w:tc>
        <w:tc>
          <w:tcPr>
            <w:tcW w:w="1304" w:type="dxa"/>
            <w:gridSpan w:val="2"/>
            <w:vMerge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F31913" w:rsidRPr="00C27055" w:rsidRDefault="00F31913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1976" w:type="dxa"/>
            <w:vMerge/>
            <w:tcBorders>
              <w:left w:val="dashSmallGap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</w:tcPr>
          <w:p w:rsidR="00F31913" w:rsidRPr="00C27055" w:rsidRDefault="00F31913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  <w:tc>
          <w:tcPr>
            <w:tcW w:w="373" w:type="dxa"/>
            <w:vMerge/>
            <w:tcBorders>
              <w:left w:val="dashSmallGap" w:sz="4" w:space="0" w:color="auto"/>
              <w:right w:val="single" w:sz="4" w:space="0" w:color="auto"/>
            </w:tcBorders>
            <w:shd w:val="clear" w:color="auto" w:fill="auto"/>
          </w:tcPr>
          <w:p w:rsidR="00F31913" w:rsidRPr="00C27055" w:rsidRDefault="00F31913" w:rsidP="00DA1089">
            <w:pPr>
              <w:rPr>
                <w:rFonts w:ascii="Univers" w:hAnsi="Univers"/>
                <w:sz w:val="16"/>
                <w:szCs w:val="16"/>
              </w:rPr>
            </w:pPr>
          </w:p>
        </w:tc>
      </w:tr>
      <w:tr w:rsidR="008976DB" w:rsidRPr="00C27055" w:rsidTr="00976C23">
        <w:trPr>
          <w:trHeight w:val="20"/>
        </w:trPr>
        <w:tc>
          <w:tcPr>
            <w:tcW w:w="29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976DB" w:rsidRPr="005B54BC" w:rsidRDefault="008976DB" w:rsidP="00F2309F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9038" w:type="dxa"/>
            <w:gridSpan w:val="19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6DB" w:rsidRPr="005B54BC" w:rsidRDefault="008976DB" w:rsidP="00F2309F">
            <w:pPr>
              <w:rPr>
                <w:rFonts w:ascii="Univers" w:hAnsi="Univers"/>
                <w:sz w:val="2"/>
                <w:szCs w:val="2"/>
              </w:rPr>
            </w:pPr>
          </w:p>
        </w:tc>
      </w:tr>
      <w:tr w:rsidR="003267C2" w:rsidRPr="00D46A9D" w:rsidTr="00976C23">
        <w:tc>
          <w:tcPr>
            <w:tcW w:w="29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67C2" w:rsidRPr="00D46A9D" w:rsidRDefault="003267C2" w:rsidP="00DA1089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865" w:type="dxa"/>
            <w:tcBorders>
              <w:bottom w:val="single" w:sz="4" w:space="0" w:color="auto"/>
            </w:tcBorders>
            <w:shd w:val="clear" w:color="auto" w:fill="auto"/>
          </w:tcPr>
          <w:p w:rsidR="003267C2" w:rsidRPr="00D46A9D" w:rsidRDefault="003267C2" w:rsidP="00DA1089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3505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3267C2" w:rsidRPr="00D46A9D" w:rsidRDefault="003267C2" w:rsidP="00DA1089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2319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267C2" w:rsidRPr="00D46A9D" w:rsidRDefault="003267C2" w:rsidP="00DA1089">
            <w:pPr>
              <w:rPr>
                <w:rFonts w:ascii="Univers" w:hAnsi="Univers"/>
                <w:sz w:val="6"/>
                <w:szCs w:val="6"/>
              </w:rPr>
            </w:pP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267C2" w:rsidRPr="00D46A9D" w:rsidRDefault="003267C2" w:rsidP="00DA1089">
            <w:pPr>
              <w:rPr>
                <w:rFonts w:ascii="Univers" w:hAnsi="Univers"/>
                <w:sz w:val="6"/>
                <w:szCs w:val="6"/>
              </w:rPr>
            </w:pPr>
          </w:p>
        </w:tc>
      </w:tr>
      <w:tr w:rsidR="005E5601" w:rsidRPr="00C27055" w:rsidTr="00976C23">
        <w:tc>
          <w:tcPr>
            <w:tcW w:w="11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E5601" w:rsidRPr="00D46A9D" w:rsidRDefault="005E5601" w:rsidP="00CC1F56">
            <w:pPr>
              <w:spacing w:before="40"/>
              <w:rPr>
                <w:rFonts w:ascii="Univers" w:hAnsi="Univers"/>
                <w:b/>
                <w:sz w:val="16"/>
                <w:szCs w:val="16"/>
              </w:rPr>
            </w:pPr>
            <w:r w:rsidRPr="00D46A9D">
              <w:rPr>
                <w:rFonts w:ascii="Univers" w:hAnsi="Univers"/>
                <w:b/>
                <w:sz w:val="16"/>
                <w:szCs w:val="16"/>
              </w:rPr>
              <w:t>Anlagen:</w:t>
            </w:r>
          </w:p>
        </w:tc>
        <w:bookmarkStart w:id="19" w:name="Kontrollkästchen12"/>
        <w:tc>
          <w:tcPr>
            <w:tcW w:w="4073" w:type="dxa"/>
            <w:gridSpan w:val="1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E5601" w:rsidRPr="00C27055" w:rsidRDefault="005E5601" w:rsidP="000E4ED8">
            <w:pPr>
              <w:spacing w:before="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477DDD">
              <w:rPr>
                <w:rFonts w:ascii="Univers" w:hAnsi="Univers"/>
                <w:sz w:val="16"/>
                <w:szCs w:val="16"/>
              </w:rPr>
            </w:r>
            <w:r w:rsidR="00477DDD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bookmarkEnd w:id="19"/>
            <w:r>
              <w:rPr>
                <w:rFonts w:ascii="Univers" w:hAnsi="Univers"/>
                <w:sz w:val="16"/>
                <w:szCs w:val="16"/>
              </w:rPr>
              <w:t xml:space="preserve"> </w:t>
            </w:r>
            <w:r w:rsidRPr="00F543F7">
              <w:rPr>
                <w:rFonts w:ascii="Univers" w:hAnsi="Univers"/>
                <w:sz w:val="16"/>
                <w:szCs w:val="16"/>
              </w:rPr>
              <w:t xml:space="preserve">Bürgschaftsurkunde </w:t>
            </w:r>
            <w:r>
              <w:rPr>
                <w:rFonts w:ascii="Univers" w:hAnsi="Univers"/>
                <w:sz w:val="16"/>
                <w:szCs w:val="16"/>
              </w:rPr>
              <w:t>in Kopie (als digitale Anlage)</w:t>
            </w:r>
          </w:p>
        </w:tc>
        <w:tc>
          <w:tcPr>
            <w:tcW w:w="410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5601" w:rsidRPr="00C27055" w:rsidRDefault="005E5601" w:rsidP="000E4ED8">
            <w:pPr>
              <w:spacing w:before="40"/>
              <w:rPr>
                <w:rFonts w:ascii="Univers" w:hAnsi="Univers"/>
                <w:sz w:val="16"/>
                <w:szCs w:val="16"/>
              </w:rPr>
            </w:pPr>
            <w:r>
              <w:rPr>
                <w:rFonts w:ascii="Univers" w:hAnsi="Univers"/>
                <w:sz w:val="16"/>
                <w:szCs w:val="16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Univers" w:hAnsi="Univers"/>
                <w:sz w:val="16"/>
                <w:szCs w:val="16"/>
              </w:rPr>
              <w:instrText xml:space="preserve"> FORMCHECKBOX </w:instrText>
            </w:r>
            <w:r w:rsidR="00477DDD">
              <w:rPr>
                <w:rFonts w:ascii="Univers" w:hAnsi="Univers"/>
                <w:sz w:val="16"/>
                <w:szCs w:val="16"/>
              </w:rPr>
            </w:r>
            <w:r w:rsidR="00477DDD">
              <w:rPr>
                <w:rFonts w:ascii="Univers" w:hAnsi="Univers"/>
                <w:sz w:val="16"/>
                <w:szCs w:val="16"/>
              </w:rPr>
              <w:fldChar w:fldCharType="separate"/>
            </w:r>
            <w:r>
              <w:rPr>
                <w:rFonts w:ascii="Univers" w:hAnsi="Univers"/>
                <w:sz w:val="16"/>
                <w:szCs w:val="16"/>
              </w:rPr>
              <w:fldChar w:fldCharType="end"/>
            </w:r>
            <w:r>
              <w:rPr>
                <w:rFonts w:ascii="Univers" w:hAnsi="Univers"/>
                <w:sz w:val="16"/>
                <w:szCs w:val="16"/>
              </w:rPr>
              <w:t xml:space="preserve"> Weitere Anlagen</w:t>
            </w:r>
          </w:p>
        </w:tc>
      </w:tr>
      <w:tr w:rsidR="00D46A9D" w:rsidRPr="008C0286" w:rsidTr="00976C23">
        <w:tc>
          <w:tcPr>
            <w:tcW w:w="288" w:type="dxa"/>
            <w:tcBorders>
              <w:top w:val="single" w:sz="4" w:space="0" w:color="auto"/>
            </w:tcBorders>
            <w:shd w:val="clear" w:color="auto" w:fill="auto"/>
          </w:tcPr>
          <w:p w:rsidR="00D46A9D" w:rsidRPr="008C0286" w:rsidRDefault="00D46A9D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8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D46A9D" w:rsidRPr="008C0286" w:rsidRDefault="00D46A9D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3810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:rsidR="00D46A9D" w:rsidRPr="008C0286" w:rsidRDefault="00D46A9D" w:rsidP="00D46A9D">
            <w:pPr>
              <w:rPr>
                <w:rFonts w:ascii="Univers" w:hAnsi="Univers"/>
                <w:sz w:val="2"/>
                <w:szCs w:val="2"/>
              </w:rPr>
            </w:pPr>
          </w:p>
        </w:tc>
        <w:tc>
          <w:tcPr>
            <w:tcW w:w="4363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D46A9D" w:rsidRPr="008C0286" w:rsidRDefault="00D46A9D" w:rsidP="00DA1089">
            <w:pPr>
              <w:rPr>
                <w:rFonts w:ascii="Univers" w:hAnsi="Univers"/>
                <w:sz w:val="2"/>
                <w:szCs w:val="2"/>
              </w:rPr>
            </w:pPr>
          </w:p>
        </w:tc>
      </w:tr>
    </w:tbl>
    <w:p w:rsidR="003747AD" w:rsidRPr="00161D47" w:rsidRDefault="00291C37" w:rsidP="00161D47">
      <w:pPr>
        <w:pStyle w:val="KeinLeerraum"/>
        <w:rPr>
          <w:sz w:val="10"/>
          <w:szCs w:val="10"/>
        </w:rPr>
      </w:pPr>
      <w:r w:rsidRPr="00291C37">
        <w:rPr>
          <w:rFonts w:ascii="Univers" w:hAnsi="Univers"/>
          <w:sz w:val="12"/>
          <w:szCs w:val="12"/>
          <w:vertAlign w:val="superscript"/>
        </w:rPr>
        <w:t>#</w:t>
      </w:r>
      <w:r w:rsidR="003747AD">
        <w:rPr>
          <w:sz w:val="12"/>
          <w:szCs w:val="12"/>
        </w:rPr>
        <w:t xml:space="preserve"> </w:t>
      </w:r>
      <w:r w:rsidR="003747AD" w:rsidRPr="00161D47">
        <w:rPr>
          <w:sz w:val="10"/>
          <w:szCs w:val="10"/>
        </w:rPr>
        <w:t>Pflichtfelder Baudurchführende Ebene - BdE</w:t>
      </w:r>
    </w:p>
    <w:p w:rsidR="003747AD" w:rsidRPr="00D46A9D" w:rsidRDefault="003747AD" w:rsidP="00F1169D">
      <w:pPr>
        <w:pStyle w:val="KeinLeerraum"/>
        <w:rPr>
          <w:sz w:val="2"/>
          <w:szCs w:val="2"/>
        </w:rPr>
      </w:pPr>
    </w:p>
    <w:sectPr w:rsidR="003747AD" w:rsidRPr="00D46A9D" w:rsidSect="00460A43">
      <w:headerReference w:type="default" r:id="rId10"/>
      <w:footerReference w:type="default" r:id="rId11"/>
      <w:pgSz w:w="11906" w:h="16838" w:code="9"/>
      <w:pgMar w:top="1247" w:right="1418" w:bottom="1134" w:left="1418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D47" w:rsidRDefault="00161D47" w:rsidP="00DA1089">
      <w:r>
        <w:separator/>
      </w:r>
    </w:p>
  </w:endnote>
  <w:endnote w:type="continuationSeparator" w:id="0">
    <w:p w:rsidR="00161D47" w:rsidRDefault="00161D47" w:rsidP="00DA1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">
    <w:altName w:val="Arial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4" w:type="dxa"/>
      <w:tblLook w:val="00A0" w:firstRow="1" w:lastRow="0" w:firstColumn="1" w:lastColumn="0" w:noHBand="0" w:noVBand="0"/>
    </w:tblPr>
    <w:tblGrid>
      <w:gridCol w:w="5495"/>
      <w:gridCol w:w="3969"/>
    </w:tblGrid>
    <w:tr w:rsidR="00161D47" w:rsidRPr="00DA1089" w:rsidTr="00E12E8B">
      <w:tc>
        <w:tcPr>
          <w:tcW w:w="5495" w:type="dxa"/>
        </w:tcPr>
        <w:p w:rsidR="00161D47" w:rsidRPr="00DA1089" w:rsidRDefault="00161D47" w:rsidP="00E02725">
          <w:pPr>
            <w:tabs>
              <w:tab w:val="center" w:pos="4536"/>
              <w:tab w:val="right" w:pos="9072"/>
            </w:tabs>
            <w:rPr>
              <w:rFonts w:ascii="Arial Narrow" w:hAnsi="Arial Narrow"/>
              <w:sz w:val="16"/>
              <w:szCs w:val="16"/>
            </w:rPr>
          </w:pPr>
          <w:r w:rsidRPr="00DA1089">
            <w:rPr>
              <w:rFonts w:ascii="Arial Narrow" w:hAnsi="Arial Narrow"/>
              <w:bCs/>
              <w:sz w:val="16"/>
              <w:szCs w:val="16"/>
            </w:rPr>
            <w:t>Eingeführt mit Erlass BM</w:t>
          </w:r>
          <w:r>
            <w:rPr>
              <w:rFonts w:ascii="Arial Narrow" w:hAnsi="Arial Narrow"/>
              <w:bCs/>
              <w:sz w:val="16"/>
              <w:szCs w:val="16"/>
            </w:rPr>
            <w:t>UB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 vom</w:t>
          </w:r>
          <w:r>
            <w:rPr>
              <w:rFonts w:ascii="Arial Narrow" w:hAnsi="Arial Narrow"/>
              <w:bCs/>
              <w:sz w:val="16"/>
              <w:szCs w:val="16"/>
            </w:rPr>
            <w:t xml:space="preserve"> </w:t>
          </w:r>
          <w:r w:rsidR="00E02725">
            <w:rPr>
              <w:rFonts w:ascii="Arial Narrow" w:hAnsi="Arial Narrow"/>
              <w:bCs/>
              <w:sz w:val="16"/>
              <w:szCs w:val="16"/>
            </w:rPr>
            <w:t>30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. </w:t>
          </w:r>
          <w:r w:rsidR="006C59E5">
            <w:rPr>
              <w:rFonts w:ascii="Arial Narrow" w:hAnsi="Arial Narrow"/>
              <w:bCs/>
              <w:sz w:val="16"/>
              <w:szCs w:val="16"/>
            </w:rPr>
            <w:t>März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 201</w:t>
          </w:r>
          <w:r>
            <w:rPr>
              <w:rFonts w:ascii="Arial Narrow" w:hAnsi="Arial Narrow"/>
              <w:bCs/>
              <w:sz w:val="16"/>
              <w:szCs w:val="16"/>
            </w:rPr>
            <w:t>6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 - B </w:t>
          </w:r>
          <w:r>
            <w:rPr>
              <w:rFonts w:ascii="Arial Narrow" w:hAnsi="Arial Narrow"/>
              <w:bCs/>
              <w:sz w:val="16"/>
              <w:szCs w:val="16"/>
            </w:rPr>
            <w:t>I 1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 xml:space="preserve"> - 81</w:t>
          </w:r>
          <w:r>
            <w:rPr>
              <w:rFonts w:ascii="Arial Narrow" w:hAnsi="Arial Narrow"/>
              <w:bCs/>
              <w:sz w:val="16"/>
              <w:szCs w:val="16"/>
            </w:rPr>
            <w:t>0</w:t>
          </w:r>
          <w:r w:rsidRPr="00DA1089">
            <w:rPr>
              <w:rFonts w:ascii="Arial Narrow" w:hAnsi="Arial Narrow"/>
              <w:bCs/>
              <w:sz w:val="16"/>
              <w:szCs w:val="16"/>
            </w:rPr>
            <w:t>11.1/0</w:t>
          </w:r>
        </w:p>
      </w:tc>
      <w:tc>
        <w:tcPr>
          <w:tcW w:w="3969" w:type="dxa"/>
        </w:tcPr>
        <w:p w:rsidR="00161D47" w:rsidRPr="00DA1089" w:rsidRDefault="00161D47" w:rsidP="004E38F8">
          <w:pPr>
            <w:tabs>
              <w:tab w:val="center" w:pos="4536"/>
              <w:tab w:val="right" w:pos="9072"/>
            </w:tabs>
            <w:jc w:val="right"/>
            <w:rPr>
              <w:rFonts w:ascii="Arial Narrow" w:hAnsi="Arial Narrow"/>
              <w:sz w:val="16"/>
              <w:szCs w:val="16"/>
            </w:rPr>
          </w:pPr>
          <w:r>
            <w:rPr>
              <w:rFonts w:ascii="Arial Narrow" w:hAnsi="Arial Narrow"/>
              <w:sz w:val="16"/>
              <w:szCs w:val="16"/>
            </w:rPr>
            <w:t xml:space="preserve">M19 </w:t>
          </w:r>
          <w:r w:rsidRPr="00DA1089">
            <w:rPr>
              <w:rFonts w:ascii="Arial Narrow" w:hAnsi="Arial Narrow"/>
              <w:sz w:val="16"/>
              <w:szCs w:val="16"/>
            </w:rPr>
            <w:t xml:space="preserve"> </w:t>
          </w:r>
          <w:r w:rsidRPr="00DA1089">
            <w:rPr>
              <w:rFonts w:ascii="Arial Narrow" w:hAnsi="Arial Narrow"/>
              <w:sz w:val="16"/>
              <w:szCs w:val="16"/>
            </w:rPr>
            <w:fldChar w:fldCharType="begin"/>
          </w:r>
          <w:r w:rsidRPr="00DA1089">
            <w:rPr>
              <w:rFonts w:ascii="Arial Narrow" w:hAnsi="Arial Narrow"/>
              <w:sz w:val="16"/>
              <w:szCs w:val="16"/>
            </w:rPr>
            <w:instrText>PAGE   \* MERGEFORMAT</w:instrText>
          </w:r>
          <w:r w:rsidRPr="00DA1089">
            <w:rPr>
              <w:rFonts w:ascii="Arial Narrow" w:hAnsi="Arial Narrow"/>
              <w:sz w:val="16"/>
              <w:szCs w:val="16"/>
            </w:rPr>
            <w:fldChar w:fldCharType="separate"/>
          </w:r>
          <w:r w:rsidR="00477DDD">
            <w:rPr>
              <w:rFonts w:ascii="Arial Narrow" w:hAnsi="Arial Narrow"/>
              <w:noProof/>
              <w:sz w:val="16"/>
              <w:szCs w:val="16"/>
            </w:rPr>
            <w:t>1</w:t>
          </w:r>
          <w:r w:rsidRPr="00DA1089">
            <w:rPr>
              <w:rFonts w:ascii="Arial Narrow" w:hAnsi="Arial Narrow"/>
              <w:sz w:val="16"/>
              <w:szCs w:val="16"/>
            </w:rPr>
            <w:fldChar w:fldCharType="end"/>
          </w:r>
          <w:r>
            <w:rPr>
              <w:rFonts w:ascii="Arial Narrow" w:hAnsi="Arial Narrow"/>
              <w:sz w:val="16"/>
              <w:szCs w:val="16"/>
            </w:rPr>
            <w:t>/</w:t>
          </w:r>
          <w:r w:rsidRPr="00DA1089">
            <w:rPr>
              <w:rFonts w:ascii="Arial Narrow" w:hAnsi="Arial Narrow"/>
              <w:sz w:val="16"/>
              <w:szCs w:val="16"/>
            </w:rPr>
            <w:fldChar w:fldCharType="begin"/>
          </w:r>
          <w:r w:rsidRPr="00DA1089">
            <w:rPr>
              <w:rFonts w:ascii="Arial Narrow" w:hAnsi="Arial Narrow"/>
              <w:sz w:val="16"/>
              <w:szCs w:val="16"/>
            </w:rPr>
            <w:instrText xml:space="preserve"> NUMPAGES  \* Arabic  \* MERGEFORMAT </w:instrText>
          </w:r>
          <w:r w:rsidRPr="00DA1089">
            <w:rPr>
              <w:rFonts w:ascii="Arial Narrow" w:hAnsi="Arial Narrow"/>
              <w:sz w:val="16"/>
              <w:szCs w:val="16"/>
            </w:rPr>
            <w:fldChar w:fldCharType="separate"/>
          </w:r>
          <w:r w:rsidR="00477DDD">
            <w:rPr>
              <w:rFonts w:ascii="Arial Narrow" w:hAnsi="Arial Narrow"/>
              <w:noProof/>
              <w:sz w:val="16"/>
              <w:szCs w:val="16"/>
            </w:rPr>
            <w:t>1</w:t>
          </w:r>
          <w:r w:rsidRPr="00DA1089">
            <w:rPr>
              <w:rFonts w:ascii="Arial Narrow" w:hAnsi="Arial Narrow"/>
              <w:noProof/>
              <w:sz w:val="16"/>
              <w:szCs w:val="16"/>
            </w:rPr>
            <w:fldChar w:fldCharType="end"/>
          </w:r>
        </w:p>
      </w:tc>
    </w:tr>
  </w:tbl>
  <w:p w:rsidR="00161D47" w:rsidRPr="00DA1089" w:rsidRDefault="00161D47">
    <w:pPr>
      <w:pStyle w:val="Fuzeile"/>
      <w:rPr>
        <w:rFonts w:ascii="Univers" w:hAnsi="Univers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D47" w:rsidRDefault="00161D47" w:rsidP="00DA1089">
      <w:r>
        <w:separator/>
      </w:r>
    </w:p>
  </w:footnote>
  <w:footnote w:type="continuationSeparator" w:id="0">
    <w:p w:rsidR="00161D47" w:rsidRDefault="00161D47" w:rsidP="00DA10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98" w:type="dxa"/>
      <w:tblCellMar>
        <w:left w:w="142" w:type="dxa"/>
        <w:right w:w="142" w:type="dxa"/>
      </w:tblCellMar>
      <w:tblLook w:val="04A0" w:firstRow="1" w:lastRow="0" w:firstColumn="1" w:lastColumn="0" w:noHBand="0" w:noVBand="1"/>
    </w:tblPr>
    <w:tblGrid>
      <w:gridCol w:w="4605"/>
      <w:gridCol w:w="4893"/>
    </w:tblGrid>
    <w:tr w:rsidR="00161D47" w:rsidRPr="00C356B4" w:rsidTr="00C356B4">
      <w:tc>
        <w:tcPr>
          <w:tcW w:w="4605" w:type="dxa"/>
          <w:shd w:val="clear" w:color="auto" w:fill="auto"/>
        </w:tcPr>
        <w:p w:rsidR="00161D47" w:rsidRPr="00C356B4" w:rsidRDefault="00161D47" w:rsidP="007A1961">
          <w:pPr>
            <w:tabs>
              <w:tab w:val="center" w:pos="4536"/>
              <w:tab w:val="right" w:pos="9072"/>
            </w:tabs>
            <w:rPr>
              <w:sz w:val="16"/>
              <w:szCs w:val="16"/>
            </w:rPr>
          </w:pPr>
          <w:r>
            <w:rPr>
              <w:sz w:val="16"/>
              <w:szCs w:val="16"/>
            </w:rPr>
            <w:t>Muster 19</w:t>
          </w:r>
        </w:p>
      </w:tc>
      <w:tc>
        <w:tcPr>
          <w:tcW w:w="4893" w:type="dxa"/>
          <w:shd w:val="clear" w:color="auto" w:fill="auto"/>
        </w:tcPr>
        <w:p w:rsidR="00161D47" w:rsidRPr="00C356B4" w:rsidRDefault="00161D47" w:rsidP="00460A43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  <w:r w:rsidRPr="00C356B4">
            <w:rPr>
              <w:sz w:val="16"/>
              <w:szCs w:val="16"/>
            </w:rPr>
            <w:t>Einheitliche Muster, M19/</w:t>
          </w:r>
          <w:r>
            <w:rPr>
              <w:sz w:val="16"/>
              <w:szCs w:val="16"/>
            </w:rPr>
            <w:t>3</w:t>
          </w:r>
        </w:p>
      </w:tc>
    </w:tr>
  </w:tbl>
  <w:p w:rsidR="00161D47" w:rsidRPr="00904A20" w:rsidRDefault="00161D47" w:rsidP="00DA1089">
    <w:pPr>
      <w:tabs>
        <w:tab w:val="center" w:pos="4536"/>
        <w:tab w:val="right" w:pos="9072"/>
      </w:tabs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B421D"/>
    <w:multiLevelType w:val="multilevel"/>
    <w:tmpl w:val="31109592"/>
    <w:styleLink w:val="VOBFormvorlage"/>
    <w:lvl w:ilvl="0">
      <w:start w:val="1"/>
      <w:numFmt w:val="none"/>
      <w:lvlText w:val=""/>
      <w:lvlJc w:val="center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080" w:hanging="1080"/>
      </w:pPr>
      <w:rPr>
        <w:rFonts w:ascii="Times New Roman" w:hAnsi="Times New Roman" w:hint="default"/>
        <w:b w:val="0"/>
        <w:i w:val="0"/>
        <w:sz w:val="22"/>
        <w:szCs w:val="22"/>
      </w:rPr>
    </w:lvl>
    <w:lvl w:ilvl="2">
      <w:start w:val="1"/>
      <w:numFmt w:val="decimal"/>
      <w:lvlText w:val="%3."/>
      <w:lvlJc w:val="right"/>
      <w:pPr>
        <w:tabs>
          <w:tab w:val="num" w:pos="1296"/>
        </w:tabs>
        <w:ind w:left="720" w:firstLine="576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368"/>
        </w:tabs>
        <w:ind w:left="2304" w:hanging="936"/>
      </w:pPr>
      <w:rPr>
        <w:rFonts w:ascii="Times New Roman" w:hAnsi="Times New Roman" w:hint="default"/>
        <w:sz w:val="22"/>
        <w:szCs w:val="22"/>
      </w:rPr>
    </w:lvl>
    <w:lvl w:ilvl="4">
      <w:start w:val="1"/>
      <w:numFmt w:val="none"/>
      <w:lvlText w:val=""/>
      <w:lvlJc w:val="left"/>
      <w:pPr>
        <w:tabs>
          <w:tab w:val="num" w:pos="1368"/>
        </w:tabs>
        <w:ind w:left="1368" w:firstLine="0"/>
      </w:pPr>
      <w:rPr>
        <w:rFonts w:hint="default"/>
      </w:rPr>
    </w:lvl>
    <w:lvl w:ilvl="5">
      <w:start w:val="1"/>
      <w:numFmt w:val="none"/>
      <w:lvlText w:val="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none"/>
      <w:lvlText w:val="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C7F1EB4"/>
    <w:multiLevelType w:val="hybridMultilevel"/>
    <w:tmpl w:val="DE5ACDD6"/>
    <w:lvl w:ilvl="0" w:tplc="E8CEABAE"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6815F9"/>
    <w:multiLevelType w:val="hybridMultilevel"/>
    <w:tmpl w:val="8D60462C"/>
    <w:lvl w:ilvl="0" w:tplc="CF5CA22A">
      <w:numFmt w:val="bullet"/>
      <w:lvlText w:val="-"/>
      <w:lvlJc w:val="left"/>
      <w:pPr>
        <w:ind w:left="720" w:hanging="360"/>
      </w:pPr>
      <w:rPr>
        <w:rFonts w:ascii="Univers" w:eastAsia="Times New Roman" w:hAnsi="Univer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E3781B"/>
    <w:multiLevelType w:val="multilevel"/>
    <w:tmpl w:val="16AAF2AA"/>
    <w:styleLink w:val="Vorbergehend"/>
    <w:lvl w:ilvl="0">
      <w:start w:val="1"/>
      <w:numFmt w:val="decimal"/>
      <w:lvlText w:val="(%1) "/>
      <w:lvlJc w:val="left"/>
      <w:pPr>
        <w:tabs>
          <w:tab w:val="num" w:pos="0"/>
        </w:tabs>
        <w:ind w:left="360" w:hanging="360"/>
      </w:pPr>
      <w:rPr>
        <w:rFonts w:ascii="Bookman Old Style" w:hAnsi="Bookman Old Style" w:hint="default"/>
        <w:b/>
        <w:i w:val="0"/>
        <w:color w:val="0000FF"/>
        <w:sz w:val="22"/>
        <w:szCs w:val="22"/>
      </w:rPr>
    </w:lvl>
    <w:lvl w:ilvl="1">
      <w:start w:val="1"/>
      <w:numFmt w:val="decimal"/>
      <w:lvlText w:val="%1 %2."/>
      <w:lvlJc w:val="left"/>
      <w:pPr>
        <w:tabs>
          <w:tab w:val="num" w:pos="360"/>
        </w:tabs>
        <w:ind w:left="360" w:firstLine="0"/>
      </w:pPr>
      <w:rPr>
        <w:rFonts w:ascii="Book Antiqua" w:hAnsi="Book Antiqua" w:hint="default"/>
        <w:b w:val="0"/>
        <w:i/>
        <w:color w:val="FF6600"/>
        <w:sz w:val="22"/>
        <w:szCs w:val="22"/>
      </w:rPr>
    </w:lvl>
    <w:lvl w:ilvl="2">
      <w:start w:val="1"/>
      <w:numFmt w:val="lowerLetter"/>
      <w:lvlText w:val="%1 %2 %3."/>
      <w:lvlJc w:val="left"/>
      <w:pPr>
        <w:tabs>
          <w:tab w:val="num" w:pos="1080"/>
        </w:tabs>
        <w:ind w:left="1080" w:hanging="360"/>
      </w:pPr>
      <w:rPr>
        <w:rFonts w:ascii="Book Antiqua" w:hAnsi="Book Antiqua" w:hint="default"/>
        <w:color w:val="008000"/>
      </w:rPr>
    </w:lvl>
    <w:lvl w:ilvl="3">
      <w:start w:val="1"/>
      <w:numFmt w:val="none"/>
      <w:lvlText w:val="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PcHqxuCi31MDW5l4SQosB4Sa8E=" w:salt="6SF77PBXRk0gXwbXwk79e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BD1ADEF3"/>
  </w:docVars>
  <w:rsids>
    <w:rsidRoot w:val="00DA1089"/>
    <w:rsid w:val="000004B7"/>
    <w:rsid w:val="00004BF7"/>
    <w:rsid w:val="00006274"/>
    <w:rsid w:val="0003336B"/>
    <w:rsid w:val="00037735"/>
    <w:rsid w:val="000377DA"/>
    <w:rsid w:val="0004434C"/>
    <w:rsid w:val="000510FC"/>
    <w:rsid w:val="00060544"/>
    <w:rsid w:val="00076958"/>
    <w:rsid w:val="00077FA5"/>
    <w:rsid w:val="00086086"/>
    <w:rsid w:val="0009215A"/>
    <w:rsid w:val="00097E86"/>
    <w:rsid w:val="000A7F99"/>
    <w:rsid w:val="000C3907"/>
    <w:rsid w:val="000D58AF"/>
    <w:rsid w:val="000D71CD"/>
    <w:rsid w:val="000D7F00"/>
    <w:rsid w:val="000E4ED8"/>
    <w:rsid w:val="000F333A"/>
    <w:rsid w:val="000F6D04"/>
    <w:rsid w:val="0010206C"/>
    <w:rsid w:val="001032C7"/>
    <w:rsid w:val="00111A1D"/>
    <w:rsid w:val="00125406"/>
    <w:rsid w:val="0012714D"/>
    <w:rsid w:val="00144C7F"/>
    <w:rsid w:val="00150324"/>
    <w:rsid w:val="001576DD"/>
    <w:rsid w:val="00161D47"/>
    <w:rsid w:val="001655C9"/>
    <w:rsid w:val="001703A0"/>
    <w:rsid w:val="00175370"/>
    <w:rsid w:val="00184977"/>
    <w:rsid w:val="00192889"/>
    <w:rsid w:val="001A31B5"/>
    <w:rsid w:val="001A3B56"/>
    <w:rsid w:val="001A4691"/>
    <w:rsid w:val="001A6DB5"/>
    <w:rsid w:val="001A7808"/>
    <w:rsid w:val="001B16CC"/>
    <w:rsid w:val="001B5DD9"/>
    <w:rsid w:val="001D4652"/>
    <w:rsid w:val="001E297C"/>
    <w:rsid w:val="001E6915"/>
    <w:rsid w:val="001F2C89"/>
    <w:rsid w:val="001F41A1"/>
    <w:rsid w:val="001F6AE0"/>
    <w:rsid w:val="00202A7D"/>
    <w:rsid w:val="00226FC9"/>
    <w:rsid w:val="002302DA"/>
    <w:rsid w:val="00235469"/>
    <w:rsid w:val="00236A1A"/>
    <w:rsid w:val="00236E53"/>
    <w:rsid w:val="00241CDE"/>
    <w:rsid w:val="0024226A"/>
    <w:rsid w:val="002433EA"/>
    <w:rsid w:val="0024600D"/>
    <w:rsid w:val="002460C4"/>
    <w:rsid w:val="00250209"/>
    <w:rsid w:val="00257A6E"/>
    <w:rsid w:val="00270CB6"/>
    <w:rsid w:val="00277EF1"/>
    <w:rsid w:val="0028028F"/>
    <w:rsid w:val="00282242"/>
    <w:rsid w:val="00291C37"/>
    <w:rsid w:val="00292682"/>
    <w:rsid w:val="0029419E"/>
    <w:rsid w:val="00295934"/>
    <w:rsid w:val="00296332"/>
    <w:rsid w:val="002A7177"/>
    <w:rsid w:val="002B0784"/>
    <w:rsid w:val="002B4796"/>
    <w:rsid w:val="002B62A1"/>
    <w:rsid w:val="002C1E8D"/>
    <w:rsid w:val="002C2086"/>
    <w:rsid w:val="002C2514"/>
    <w:rsid w:val="002C3D71"/>
    <w:rsid w:val="002D5081"/>
    <w:rsid w:val="002D6642"/>
    <w:rsid w:val="002D7102"/>
    <w:rsid w:val="002E27F2"/>
    <w:rsid w:val="002E62BE"/>
    <w:rsid w:val="002F48D1"/>
    <w:rsid w:val="00303B3C"/>
    <w:rsid w:val="0031076C"/>
    <w:rsid w:val="003207B1"/>
    <w:rsid w:val="003267C2"/>
    <w:rsid w:val="00327130"/>
    <w:rsid w:val="003279AC"/>
    <w:rsid w:val="00334C14"/>
    <w:rsid w:val="003355AB"/>
    <w:rsid w:val="00343ED5"/>
    <w:rsid w:val="003477A9"/>
    <w:rsid w:val="00351D57"/>
    <w:rsid w:val="003520DC"/>
    <w:rsid w:val="00355AB1"/>
    <w:rsid w:val="00356F58"/>
    <w:rsid w:val="00365B13"/>
    <w:rsid w:val="00365F43"/>
    <w:rsid w:val="0037160C"/>
    <w:rsid w:val="00373745"/>
    <w:rsid w:val="00374304"/>
    <w:rsid w:val="003747AD"/>
    <w:rsid w:val="00374B16"/>
    <w:rsid w:val="00384889"/>
    <w:rsid w:val="003A131B"/>
    <w:rsid w:val="003A4D5B"/>
    <w:rsid w:val="003B02CD"/>
    <w:rsid w:val="003B5F8F"/>
    <w:rsid w:val="003D231D"/>
    <w:rsid w:val="003D3A82"/>
    <w:rsid w:val="003E5C8E"/>
    <w:rsid w:val="003E6BA7"/>
    <w:rsid w:val="003F09BC"/>
    <w:rsid w:val="00405CD6"/>
    <w:rsid w:val="00421F58"/>
    <w:rsid w:val="00425CFA"/>
    <w:rsid w:val="00430D60"/>
    <w:rsid w:val="0043459D"/>
    <w:rsid w:val="00436181"/>
    <w:rsid w:val="004416A3"/>
    <w:rsid w:val="00442814"/>
    <w:rsid w:val="00445347"/>
    <w:rsid w:val="00445C02"/>
    <w:rsid w:val="00460A43"/>
    <w:rsid w:val="00477DDD"/>
    <w:rsid w:val="00480020"/>
    <w:rsid w:val="00481434"/>
    <w:rsid w:val="00485BDC"/>
    <w:rsid w:val="00487058"/>
    <w:rsid w:val="0049215A"/>
    <w:rsid w:val="004A3516"/>
    <w:rsid w:val="004A726C"/>
    <w:rsid w:val="004B2B08"/>
    <w:rsid w:val="004C0A66"/>
    <w:rsid w:val="004C1AEF"/>
    <w:rsid w:val="004C6945"/>
    <w:rsid w:val="004D0999"/>
    <w:rsid w:val="004D33B2"/>
    <w:rsid w:val="004D51C7"/>
    <w:rsid w:val="004D54E9"/>
    <w:rsid w:val="004D655D"/>
    <w:rsid w:val="004E0003"/>
    <w:rsid w:val="004E38F8"/>
    <w:rsid w:val="004F21D9"/>
    <w:rsid w:val="004F60FF"/>
    <w:rsid w:val="004F75CA"/>
    <w:rsid w:val="005076DC"/>
    <w:rsid w:val="00516E5E"/>
    <w:rsid w:val="00524D5F"/>
    <w:rsid w:val="00525F84"/>
    <w:rsid w:val="005308BF"/>
    <w:rsid w:val="00534F3F"/>
    <w:rsid w:val="00541DC4"/>
    <w:rsid w:val="00545B2B"/>
    <w:rsid w:val="00547911"/>
    <w:rsid w:val="0055469B"/>
    <w:rsid w:val="00556F64"/>
    <w:rsid w:val="00562B69"/>
    <w:rsid w:val="00567607"/>
    <w:rsid w:val="0056799C"/>
    <w:rsid w:val="00576FCB"/>
    <w:rsid w:val="005802E9"/>
    <w:rsid w:val="005931F4"/>
    <w:rsid w:val="0059610D"/>
    <w:rsid w:val="005A2CFC"/>
    <w:rsid w:val="005B1C98"/>
    <w:rsid w:val="005B54BC"/>
    <w:rsid w:val="005B5B45"/>
    <w:rsid w:val="005C41C5"/>
    <w:rsid w:val="005C4712"/>
    <w:rsid w:val="005D0DBC"/>
    <w:rsid w:val="005D1B1D"/>
    <w:rsid w:val="005E09A5"/>
    <w:rsid w:val="005E125D"/>
    <w:rsid w:val="005E1C71"/>
    <w:rsid w:val="005E4505"/>
    <w:rsid w:val="005E5601"/>
    <w:rsid w:val="005F653B"/>
    <w:rsid w:val="00606BEB"/>
    <w:rsid w:val="006112AD"/>
    <w:rsid w:val="00622051"/>
    <w:rsid w:val="00622B81"/>
    <w:rsid w:val="00626314"/>
    <w:rsid w:val="00627C0A"/>
    <w:rsid w:val="006313EE"/>
    <w:rsid w:val="006365CD"/>
    <w:rsid w:val="00643AEA"/>
    <w:rsid w:val="00650BA4"/>
    <w:rsid w:val="00653267"/>
    <w:rsid w:val="0065465A"/>
    <w:rsid w:val="00657D51"/>
    <w:rsid w:val="006614E2"/>
    <w:rsid w:val="006645B0"/>
    <w:rsid w:val="00670203"/>
    <w:rsid w:val="00671AFC"/>
    <w:rsid w:val="00672147"/>
    <w:rsid w:val="00672398"/>
    <w:rsid w:val="00675E2C"/>
    <w:rsid w:val="00681F12"/>
    <w:rsid w:val="006908B1"/>
    <w:rsid w:val="006909AC"/>
    <w:rsid w:val="0069711D"/>
    <w:rsid w:val="00697BD7"/>
    <w:rsid w:val="006A53FF"/>
    <w:rsid w:val="006B6190"/>
    <w:rsid w:val="006C16A3"/>
    <w:rsid w:val="006C1B32"/>
    <w:rsid w:val="006C2C9F"/>
    <w:rsid w:val="006C58C5"/>
    <w:rsid w:val="006C59E5"/>
    <w:rsid w:val="006D2D22"/>
    <w:rsid w:val="006D3A15"/>
    <w:rsid w:val="006D3B0D"/>
    <w:rsid w:val="006D722F"/>
    <w:rsid w:val="006E14F4"/>
    <w:rsid w:val="006E27B3"/>
    <w:rsid w:val="006E5295"/>
    <w:rsid w:val="006F05B2"/>
    <w:rsid w:val="006F333A"/>
    <w:rsid w:val="007012F4"/>
    <w:rsid w:val="00716533"/>
    <w:rsid w:val="0071759B"/>
    <w:rsid w:val="00717EF9"/>
    <w:rsid w:val="0072199A"/>
    <w:rsid w:val="007302BB"/>
    <w:rsid w:val="0074121E"/>
    <w:rsid w:val="00751575"/>
    <w:rsid w:val="00767741"/>
    <w:rsid w:val="007753EE"/>
    <w:rsid w:val="0078643F"/>
    <w:rsid w:val="007972B4"/>
    <w:rsid w:val="007A1961"/>
    <w:rsid w:val="007B1712"/>
    <w:rsid w:val="007B2DC3"/>
    <w:rsid w:val="007B770C"/>
    <w:rsid w:val="007C033E"/>
    <w:rsid w:val="007C0F24"/>
    <w:rsid w:val="007C2D42"/>
    <w:rsid w:val="007E04BC"/>
    <w:rsid w:val="007E5330"/>
    <w:rsid w:val="007E5835"/>
    <w:rsid w:val="007F0AC1"/>
    <w:rsid w:val="007F115E"/>
    <w:rsid w:val="007F5AEA"/>
    <w:rsid w:val="00805A0E"/>
    <w:rsid w:val="00816BF5"/>
    <w:rsid w:val="008333CA"/>
    <w:rsid w:val="00834380"/>
    <w:rsid w:val="00836D3C"/>
    <w:rsid w:val="00840375"/>
    <w:rsid w:val="00841865"/>
    <w:rsid w:val="0084690C"/>
    <w:rsid w:val="0085447D"/>
    <w:rsid w:val="00862D6E"/>
    <w:rsid w:val="008642B7"/>
    <w:rsid w:val="00870215"/>
    <w:rsid w:val="008807C2"/>
    <w:rsid w:val="00896521"/>
    <w:rsid w:val="008976DB"/>
    <w:rsid w:val="008A4274"/>
    <w:rsid w:val="008A5AE1"/>
    <w:rsid w:val="008B7FA3"/>
    <w:rsid w:val="008C0286"/>
    <w:rsid w:val="008C5E22"/>
    <w:rsid w:val="008E1DCB"/>
    <w:rsid w:val="008E6DE1"/>
    <w:rsid w:val="008F00A7"/>
    <w:rsid w:val="008F4153"/>
    <w:rsid w:val="008F53E0"/>
    <w:rsid w:val="008F692C"/>
    <w:rsid w:val="00904A20"/>
    <w:rsid w:val="009103CD"/>
    <w:rsid w:val="00910A35"/>
    <w:rsid w:val="00913897"/>
    <w:rsid w:val="00914163"/>
    <w:rsid w:val="0092643D"/>
    <w:rsid w:val="0093648C"/>
    <w:rsid w:val="00936CCD"/>
    <w:rsid w:val="00943D41"/>
    <w:rsid w:val="0094610C"/>
    <w:rsid w:val="009509F9"/>
    <w:rsid w:val="009525AC"/>
    <w:rsid w:val="00952798"/>
    <w:rsid w:val="00956299"/>
    <w:rsid w:val="00956C3B"/>
    <w:rsid w:val="00962E4F"/>
    <w:rsid w:val="00976C23"/>
    <w:rsid w:val="00983EF7"/>
    <w:rsid w:val="00985C42"/>
    <w:rsid w:val="00987383"/>
    <w:rsid w:val="00997046"/>
    <w:rsid w:val="009A32E8"/>
    <w:rsid w:val="009A65D5"/>
    <w:rsid w:val="009B0390"/>
    <w:rsid w:val="009B05BB"/>
    <w:rsid w:val="009B25BF"/>
    <w:rsid w:val="009B2CCC"/>
    <w:rsid w:val="009B2D66"/>
    <w:rsid w:val="009C1730"/>
    <w:rsid w:val="009D560C"/>
    <w:rsid w:val="009D5634"/>
    <w:rsid w:val="009D76B9"/>
    <w:rsid w:val="009E231E"/>
    <w:rsid w:val="009E3955"/>
    <w:rsid w:val="009E39E1"/>
    <w:rsid w:val="009E65B9"/>
    <w:rsid w:val="009F01F7"/>
    <w:rsid w:val="009F0559"/>
    <w:rsid w:val="009F17BE"/>
    <w:rsid w:val="009F4C86"/>
    <w:rsid w:val="009F65EC"/>
    <w:rsid w:val="00A009A4"/>
    <w:rsid w:val="00A070F6"/>
    <w:rsid w:val="00A2417D"/>
    <w:rsid w:val="00A3471F"/>
    <w:rsid w:val="00A36C70"/>
    <w:rsid w:val="00A4155C"/>
    <w:rsid w:val="00A4479A"/>
    <w:rsid w:val="00A508C8"/>
    <w:rsid w:val="00A51355"/>
    <w:rsid w:val="00A514AF"/>
    <w:rsid w:val="00A73FAA"/>
    <w:rsid w:val="00A755C3"/>
    <w:rsid w:val="00A90FB1"/>
    <w:rsid w:val="00A917D0"/>
    <w:rsid w:val="00AA09F2"/>
    <w:rsid w:val="00AA0FA7"/>
    <w:rsid w:val="00AA6B9B"/>
    <w:rsid w:val="00AB1F13"/>
    <w:rsid w:val="00AB2309"/>
    <w:rsid w:val="00AB4DBF"/>
    <w:rsid w:val="00AB6C70"/>
    <w:rsid w:val="00AD1C98"/>
    <w:rsid w:val="00AD3C6E"/>
    <w:rsid w:val="00AE0114"/>
    <w:rsid w:val="00AE0F8C"/>
    <w:rsid w:val="00AF14D0"/>
    <w:rsid w:val="00AF3899"/>
    <w:rsid w:val="00AF584F"/>
    <w:rsid w:val="00AF78D8"/>
    <w:rsid w:val="00B00CA4"/>
    <w:rsid w:val="00B0207F"/>
    <w:rsid w:val="00B03EEF"/>
    <w:rsid w:val="00B05B68"/>
    <w:rsid w:val="00B07581"/>
    <w:rsid w:val="00B233B1"/>
    <w:rsid w:val="00B25CD1"/>
    <w:rsid w:val="00B26E4E"/>
    <w:rsid w:val="00B35E57"/>
    <w:rsid w:val="00B40594"/>
    <w:rsid w:val="00B41E95"/>
    <w:rsid w:val="00B51586"/>
    <w:rsid w:val="00B6550D"/>
    <w:rsid w:val="00B7655C"/>
    <w:rsid w:val="00B76932"/>
    <w:rsid w:val="00B778AB"/>
    <w:rsid w:val="00B90D88"/>
    <w:rsid w:val="00BA017B"/>
    <w:rsid w:val="00BA077F"/>
    <w:rsid w:val="00BA2A40"/>
    <w:rsid w:val="00BA2BE1"/>
    <w:rsid w:val="00BA5CDB"/>
    <w:rsid w:val="00BA6DA6"/>
    <w:rsid w:val="00BC1BF9"/>
    <w:rsid w:val="00BC2C81"/>
    <w:rsid w:val="00BD2468"/>
    <w:rsid w:val="00BD3574"/>
    <w:rsid w:val="00BD776E"/>
    <w:rsid w:val="00BE5919"/>
    <w:rsid w:val="00BE602A"/>
    <w:rsid w:val="00C1207C"/>
    <w:rsid w:val="00C16491"/>
    <w:rsid w:val="00C24AAE"/>
    <w:rsid w:val="00C27055"/>
    <w:rsid w:val="00C3352E"/>
    <w:rsid w:val="00C34069"/>
    <w:rsid w:val="00C348EE"/>
    <w:rsid w:val="00C35649"/>
    <w:rsid w:val="00C356B4"/>
    <w:rsid w:val="00C41EF7"/>
    <w:rsid w:val="00C44AF6"/>
    <w:rsid w:val="00C47AB6"/>
    <w:rsid w:val="00C62E7E"/>
    <w:rsid w:val="00C65370"/>
    <w:rsid w:val="00C71AAF"/>
    <w:rsid w:val="00C827F0"/>
    <w:rsid w:val="00C87954"/>
    <w:rsid w:val="00C92561"/>
    <w:rsid w:val="00CA2DF2"/>
    <w:rsid w:val="00CB2198"/>
    <w:rsid w:val="00CB5A53"/>
    <w:rsid w:val="00CC1F56"/>
    <w:rsid w:val="00CD0AE3"/>
    <w:rsid w:val="00CF01C5"/>
    <w:rsid w:val="00CF3153"/>
    <w:rsid w:val="00CF3302"/>
    <w:rsid w:val="00CF63B6"/>
    <w:rsid w:val="00D10669"/>
    <w:rsid w:val="00D13E49"/>
    <w:rsid w:val="00D15356"/>
    <w:rsid w:val="00D16DBA"/>
    <w:rsid w:val="00D25E8B"/>
    <w:rsid w:val="00D41CA9"/>
    <w:rsid w:val="00D4212E"/>
    <w:rsid w:val="00D46A9D"/>
    <w:rsid w:val="00D5353E"/>
    <w:rsid w:val="00D70D25"/>
    <w:rsid w:val="00D8313A"/>
    <w:rsid w:val="00D86DEA"/>
    <w:rsid w:val="00D9403F"/>
    <w:rsid w:val="00DA1089"/>
    <w:rsid w:val="00DC7BD0"/>
    <w:rsid w:val="00DD1667"/>
    <w:rsid w:val="00DD3900"/>
    <w:rsid w:val="00DD5E6F"/>
    <w:rsid w:val="00DD79CD"/>
    <w:rsid w:val="00DF0E31"/>
    <w:rsid w:val="00DF39DE"/>
    <w:rsid w:val="00DF3AE5"/>
    <w:rsid w:val="00DF7C47"/>
    <w:rsid w:val="00E02725"/>
    <w:rsid w:val="00E07DDB"/>
    <w:rsid w:val="00E12E34"/>
    <w:rsid w:val="00E12E8B"/>
    <w:rsid w:val="00E37D5E"/>
    <w:rsid w:val="00E424DC"/>
    <w:rsid w:val="00E605D2"/>
    <w:rsid w:val="00E61A0C"/>
    <w:rsid w:val="00E61C63"/>
    <w:rsid w:val="00E6447C"/>
    <w:rsid w:val="00E72186"/>
    <w:rsid w:val="00E74AAA"/>
    <w:rsid w:val="00E92B3C"/>
    <w:rsid w:val="00EB4F71"/>
    <w:rsid w:val="00EB62AF"/>
    <w:rsid w:val="00EB726C"/>
    <w:rsid w:val="00ED1544"/>
    <w:rsid w:val="00ED4C4A"/>
    <w:rsid w:val="00ED557F"/>
    <w:rsid w:val="00ED6A11"/>
    <w:rsid w:val="00EE06C5"/>
    <w:rsid w:val="00EE2101"/>
    <w:rsid w:val="00EE7052"/>
    <w:rsid w:val="00F05529"/>
    <w:rsid w:val="00F101B7"/>
    <w:rsid w:val="00F1169D"/>
    <w:rsid w:val="00F2309F"/>
    <w:rsid w:val="00F235C7"/>
    <w:rsid w:val="00F31913"/>
    <w:rsid w:val="00F4563D"/>
    <w:rsid w:val="00F543F7"/>
    <w:rsid w:val="00F662C6"/>
    <w:rsid w:val="00F7057A"/>
    <w:rsid w:val="00F71685"/>
    <w:rsid w:val="00F83BD7"/>
    <w:rsid w:val="00F84F7F"/>
    <w:rsid w:val="00F85C7F"/>
    <w:rsid w:val="00F95AF6"/>
    <w:rsid w:val="00FA1179"/>
    <w:rsid w:val="00FA1F82"/>
    <w:rsid w:val="00FB56D8"/>
    <w:rsid w:val="00FB64B0"/>
    <w:rsid w:val="00FC2AD8"/>
    <w:rsid w:val="00FD38D4"/>
    <w:rsid w:val="00FD6468"/>
    <w:rsid w:val="00FD795B"/>
    <w:rsid w:val="00FE51A8"/>
    <w:rsid w:val="00FF0B5F"/>
    <w:rsid w:val="00FF3091"/>
    <w:rsid w:val="00FF4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2309F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9E3955"/>
    <w:pPr>
      <w:keepNext/>
      <w:widowControl w:val="0"/>
      <w:autoSpaceDE w:val="0"/>
      <w:autoSpaceDN w:val="0"/>
      <w:adjustRightInd w:val="0"/>
      <w:spacing w:before="240" w:after="60"/>
      <w:ind w:left="-10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F63B6"/>
    <w:pPr>
      <w:keepNext/>
      <w:spacing w:before="360" w:after="60"/>
      <w:ind w:left="170"/>
      <w:outlineLvl w:val="1"/>
    </w:pPr>
    <w:rPr>
      <w:rFonts w:cs="Arial"/>
      <w:b/>
      <w:bCs/>
      <w:i/>
      <w:iCs/>
      <w:color w:val="808080"/>
      <w:sz w:val="2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Kommentartext"/>
    <w:autoRedefine/>
    <w:rsid w:val="00A4479A"/>
    <w:rPr>
      <w:szCs w:val="24"/>
    </w:rPr>
  </w:style>
  <w:style w:type="paragraph" w:customStyle="1" w:styleId="Formatvorlageberschrift114pt">
    <w:name w:val="Formatvorlage Überschrift 1 + 14 pt"/>
    <w:basedOn w:val="berschrift1"/>
    <w:rsid w:val="00F4563D"/>
    <w:pPr>
      <w:ind w:left="425" w:hanging="709"/>
    </w:pPr>
  </w:style>
  <w:style w:type="paragraph" w:customStyle="1" w:styleId="VOBberschriften">
    <w:name w:val="VOB Überschriften"/>
    <w:basedOn w:val="berschrift1"/>
    <w:rsid w:val="00192889"/>
    <w:pPr>
      <w:jc w:val="center"/>
    </w:pPr>
    <w:rPr>
      <w:rFonts w:ascii="Times New Roman" w:hAnsi="Times New Roman"/>
      <w:bCs w:val="0"/>
      <w:sz w:val="22"/>
      <w:szCs w:val="22"/>
    </w:rPr>
  </w:style>
  <w:style w:type="numbering" w:customStyle="1" w:styleId="VOBFormvorlage">
    <w:name w:val="VOB Formvorlage"/>
    <w:rsid w:val="006E14F4"/>
    <w:pPr>
      <w:numPr>
        <w:numId w:val="1"/>
      </w:numPr>
    </w:pPr>
  </w:style>
  <w:style w:type="numbering" w:customStyle="1" w:styleId="Vorbergehend">
    <w:name w:val="Vorübergehend"/>
    <w:rsid w:val="00841865"/>
    <w:pPr>
      <w:numPr>
        <w:numId w:val="2"/>
      </w:numPr>
    </w:pPr>
  </w:style>
  <w:style w:type="paragraph" w:customStyle="1" w:styleId="berschrift114ptVor18pt">
    <w:name w:val="Überschrift 1 + 14 pt + Vor:  18 pt"/>
    <w:basedOn w:val="berschrift1"/>
    <w:rsid w:val="006614E2"/>
    <w:pPr>
      <w:widowControl/>
      <w:autoSpaceDE/>
      <w:autoSpaceDN/>
      <w:adjustRightInd/>
      <w:spacing w:before="0" w:after="240"/>
      <w:ind w:left="436" w:hanging="720"/>
      <w:textAlignment w:val="auto"/>
    </w:pPr>
    <w:rPr>
      <w:rFonts w:cs="Times New Roman"/>
      <w:sz w:val="24"/>
      <w:szCs w:val="20"/>
    </w:rPr>
  </w:style>
  <w:style w:type="paragraph" w:customStyle="1" w:styleId="Formatvorlageberschrift1NichtFett">
    <w:name w:val="Formatvorlage Überschrift 1 + Nicht Fett"/>
    <w:basedOn w:val="berschrift1"/>
    <w:rsid w:val="006A53FF"/>
    <w:rPr>
      <w:b w:val="0"/>
      <w:bCs w:val="0"/>
      <w:color w:val="004AB8"/>
      <w:spacing w:val="6"/>
      <w:sz w:val="22"/>
    </w:rPr>
  </w:style>
  <w:style w:type="paragraph" w:customStyle="1" w:styleId="berschrift1klein">
    <w:name w:val="Überschrift 1 klein"/>
    <w:basedOn w:val="berschrift1"/>
    <w:rsid w:val="006A53FF"/>
    <w:pPr>
      <w:shd w:val="clear" w:color="auto" w:fill="FFFFFF"/>
      <w:spacing w:after="0"/>
      <w:ind w:left="20"/>
      <w:outlineLvl w:val="9"/>
    </w:pPr>
    <w:rPr>
      <w:bCs w:val="0"/>
      <w:color w:val="004AB8"/>
      <w:spacing w:val="6"/>
      <w:sz w:val="22"/>
    </w:rPr>
  </w:style>
  <w:style w:type="paragraph" w:styleId="Kommentartext">
    <w:name w:val="annotation text"/>
    <w:aliases w:val="Kommentartext 1"/>
    <w:basedOn w:val="Standard"/>
    <w:link w:val="KommentartextZchn"/>
    <w:rsid w:val="00C65370"/>
    <w:pPr>
      <w:widowControl w:val="0"/>
      <w:autoSpaceDE w:val="0"/>
      <w:autoSpaceDN w:val="0"/>
      <w:adjustRightInd w:val="0"/>
      <w:spacing w:before="120" w:line="360" w:lineRule="auto"/>
      <w:ind w:left="100"/>
    </w:pPr>
    <w:rPr>
      <w:rFonts w:cs="Arial"/>
      <w:b/>
    </w:rPr>
  </w:style>
  <w:style w:type="paragraph" w:customStyle="1" w:styleId="Kommentartext2">
    <w:name w:val="Kommentartext 2"/>
    <w:basedOn w:val="Sprechblasentext"/>
    <w:rsid w:val="00C65370"/>
    <w:pPr>
      <w:spacing w:before="120" w:line="360" w:lineRule="auto"/>
      <w:ind w:left="60"/>
    </w:pPr>
    <w:rPr>
      <w:rFonts w:ascii="Arial" w:hAnsi="Arial"/>
      <w:b/>
      <w:sz w:val="20"/>
    </w:rPr>
  </w:style>
  <w:style w:type="paragraph" w:styleId="Sprechblasentext">
    <w:name w:val="Balloon Text"/>
    <w:basedOn w:val="Standard"/>
    <w:semiHidden/>
    <w:rsid w:val="00C65370"/>
    <w:rPr>
      <w:rFonts w:ascii="Tahoma" w:hAnsi="Tahoma" w:cs="Tahoma"/>
      <w:sz w:val="16"/>
      <w:szCs w:val="16"/>
    </w:rPr>
  </w:style>
  <w:style w:type="paragraph" w:customStyle="1" w:styleId="berschrift10">
    <w:name w:val="Überschrift1"/>
    <w:aliases w:val="AVB"/>
    <w:basedOn w:val="berschrift1"/>
    <w:autoRedefine/>
    <w:rsid w:val="00E424DC"/>
    <w:pPr>
      <w:widowControl/>
      <w:tabs>
        <w:tab w:val="left" w:pos="720"/>
      </w:tabs>
      <w:autoSpaceDE/>
      <w:autoSpaceDN/>
      <w:adjustRightInd/>
      <w:spacing w:before="120" w:after="120" w:line="360" w:lineRule="auto"/>
      <w:ind w:left="720" w:hanging="720"/>
      <w:jc w:val="center"/>
      <w:textAlignment w:val="auto"/>
    </w:pPr>
    <w:rPr>
      <w:bCs w:val="0"/>
      <w:kern w:val="28"/>
      <w:sz w:val="18"/>
      <w:szCs w:val="18"/>
    </w:rPr>
  </w:style>
  <w:style w:type="paragraph" w:styleId="Verzeichnis1">
    <w:name w:val="toc 1"/>
    <w:aliases w:val="AVB1"/>
    <w:basedOn w:val="Standard"/>
    <w:next w:val="Standard"/>
    <w:autoRedefine/>
    <w:semiHidden/>
    <w:rsid w:val="005E4505"/>
    <w:pPr>
      <w:spacing w:before="360"/>
    </w:pPr>
    <w:rPr>
      <w:rFonts w:cs="Arial"/>
      <w:bCs/>
      <w:caps/>
      <w:sz w:val="16"/>
      <w:szCs w:val="24"/>
    </w:rPr>
  </w:style>
  <w:style w:type="paragraph" w:styleId="Kopfzeile">
    <w:name w:val="header"/>
    <w:basedOn w:val="Standard"/>
    <w:link w:val="KopfzeileZchn"/>
    <w:rsid w:val="00DA10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DA1089"/>
    <w:rPr>
      <w:rFonts w:ascii="Arial" w:hAnsi="Arial"/>
    </w:rPr>
  </w:style>
  <w:style w:type="paragraph" w:styleId="Fuzeile">
    <w:name w:val="footer"/>
    <w:basedOn w:val="Standard"/>
    <w:link w:val="FuzeileZchn"/>
    <w:rsid w:val="00DA10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A1089"/>
    <w:rPr>
      <w:rFonts w:ascii="Arial" w:hAnsi="Arial"/>
    </w:rPr>
  </w:style>
  <w:style w:type="table" w:styleId="Tabellenraster">
    <w:name w:val="Table Grid"/>
    <w:basedOn w:val="NormaleTabelle"/>
    <w:rsid w:val="00DA1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1169D"/>
    <w:rPr>
      <w:rFonts w:ascii="Arial" w:hAnsi="Arial"/>
    </w:rPr>
  </w:style>
  <w:style w:type="paragraph" w:customStyle="1" w:styleId="Eindruckdaten">
    <w:name w:val="Eindruckdaten"/>
    <w:basedOn w:val="Standard"/>
    <w:link w:val="EindruckdatenZchn"/>
    <w:rsid w:val="001655C9"/>
    <w:rPr>
      <w:rFonts w:ascii="Lucida Sans" w:hAnsi="Lucida Sans"/>
      <w:b/>
      <w:sz w:val="16"/>
    </w:rPr>
  </w:style>
  <w:style w:type="character" w:customStyle="1" w:styleId="EindruckdatenZchn">
    <w:name w:val="Eindruckdaten Zchn"/>
    <w:link w:val="Eindruckdaten"/>
    <w:rsid w:val="001655C9"/>
    <w:rPr>
      <w:rFonts w:ascii="Lucida Sans" w:hAnsi="Lucida Sans"/>
      <w:b/>
      <w:sz w:val="16"/>
    </w:rPr>
  </w:style>
  <w:style w:type="character" w:styleId="Kommentarzeichen">
    <w:name w:val="annotation reference"/>
    <w:rsid w:val="001A3B5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1A3B56"/>
    <w:pPr>
      <w:widowControl/>
      <w:autoSpaceDE/>
      <w:autoSpaceDN/>
      <w:adjustRightInd/>
      <w:spacing w:before="0" w:line="240" w:lineRule="auto"/>
      <w:ind w:left="0"/>
    </w:pPr>
    <w:rPr>
      <w:rFonts w:cs="Times New Roman"/>
      <w:bCs/>
    </w:rPr>
  </w:style>
  <w:style w:type="character" w:customStyle="1" w:styleId="KommentartextZchn">
    <w:name w:val="Kommentartext Zchn"/>
    <w:aliases w:val="Kommentartext 1 Zchn"/>
    <w:link w:val="Kommentartext"/>
    <w:rsid w:val="001A3B56"/>
    <w:rPr>
      <w:rFonts w:ascii="Arial" w:hAnsi="Arial" w:cs="Arial"/>
      <w:b/>
    </w:rPr>
  </w:style>
  <w:style w:type="character" w:customStyle="1" w:styleId="KommentarthemaZchn">
    <w:name w:val="Kommentarthema Zchn"/>
    <w:link w:val="Kommentarthema"/>
    <w:rsid w:val="001A3B56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1A3B56"/>
    <w:rPr>
      <w:rFonts w:ascii="Arial" w:hAnsi="Arial"/>
    </w:rPr>
  </w:style>
  <w:style w:type="character" w:styleId="Hyperlink">
    <w:name w:val="Hyperlink"/>
    <w:rsid w:val="00CA2DF2"/>
    <w:rPr>
      <w:color w:val="0000FF"/>
      <w:u w:val="single"/>
    </w:rPr>
  </w:style>
  <w:style w:type="paragraph" w:customStyle="1" w:styleId="StandardMuster">
    <w:name w:val="Standard Muster Ü"/>
    <w:basedOn w:val="berschrift1"/>
    <w:qFormat/>
    <w:rsid w:val="004E38F8"/>
    <w:pPr>
      <w:keepLines/>
      <w:widowControl/>
      <w:tabs>
        <w:tab w:val="left" w:pos="851"/>
      </w:tabs>
      <w:autoSpaceDE/>
      <w:autoSpaceDN/>
      <w:adjustRightInd/>
      <w:spacing w:after="240"/>
      <w:ind w:left="0"/>
      <w:textAlignment w:val="auto"/>
    </w:pPr>
    <w:rPr>
      <w:rFonts w:eastAsiaTheme="majorEastAsia" w:cstheme="majorBidi"/>
      <w:bCs w:val="0"/>
      <w:kern w:val="0"/>
      <w:sz w:val="24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F2309F"/>
    <w:rPr>
      <w:rFonts w:ascii="Arial" w:hAnsi="Arial"/>
    </w:rPr>
  </w:style>
  <w:style w:type="paragraph" w:styleId="berschrift1">
    <w:name w:val="heading 1"/>
    <w:basedOn w:val="Standard"/>
    <w:next w:val="Standard"/>
    <w:qFormat/>
    <w:rsid w:val="009E3955"/>
    <w:pPr>
      <w:keepNext/>
      <w:widowControl w:val="0"/>
      <w:autoSpaceDE w:val="0"/>
      <w:autoSpaceDN w:val="0"/>
      <w:adjustRightInd w:val="0"/>
      <w:spacing w:before="240" w:after="60"/>
      <w:ind w:left="-100"/>
      <w:textAlignment w:val="baseline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CF63B6"/>
    <w:pPr>
      <w:keepNext/>
      <w:spacing w:before="360" w:after="60"/>
      <w:ind w:left="170"/>
      <w:outlineLvl w:val="1"/>
    </w:pPr>
    <w:rPr>
      <w:rFonts w:cs="Arial"/>
      <w:b/>
      <w:bCs/>
      <w:i/>
      <w:iCs/>
      <w:color w:val="808080"/>
      <w:sz w:val="26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Kommentartext"/>
    <w:autoRedefine/>
    <w:rsid w:val="00A4479A"/>
    <w:rPr>
      <w:szCs w:val="24"/>
    </w:rPr>
  </w:style>
  <w:style w:type="paragraph" w:customStyle="1" w:styleId="Formatvorlageberschrift114pt">
    <w:name w:val="Formatvorlage Überschrift 1 + 14 pt"/>
    <w:basedOn w:val="berschrift1"/>
    <w:rsid w:val="00F4563D"/>
    <w:pPr>
      <w:ind w:left="425" w:hanging="709"/>
    </w:pPr>
  </w:style>
  <w:style w:type="paragraph" w:customStyle="1" w:styleId="VOBberschriften">
    <w:name w:val="VOB Überschriften"/>
    <w:basedOn w:val="berschrift1"/>
    <w:rsid w:val="00192889"/>
    <w:pPr>
      <w:jc w:val="center"/>
    </w:pPr>
    <w:rPr>
      <w:rFonts w:ascii="Times New Roman" w:hAnsi="Times New Roman"/>
      <w:bCs w:val="0"/>
      <w:sz w:val="22"/>
      <w:szCs w:val="22"/>
    </w:rPr>
  </w:style>
  <w:style w:type="numbering" w:customStyle="1" w:styleId="VOBFormvorlage">
    <w:name w:val="VOB Formvorlage"/>
    <w:rsid w:val="006E14F4"/>
    <w:pPr>
      <w:numPr>
        <w:numId w:val="1"/>
      </w:numPr>
    </w:pPr>
  </w:style>
  <w:style w:type="numbering" w:customStyle="1" w:styleId="Vorbergehend">
    <w:name w:val="Vorübergehend"/>
    <w:rsid w:val="00841865"/>
    <w:pPr>
      <w:numPr>
        <w:numId w:val="2"/>
      </w:numPr>
    </w:pPr>
  </w:style>
  <w:style w:type="paragraph" w:customStyle="1" w:styleId="berschrift114ptVor18pt">
    <w:name w:val="Überschrift 1 + 14 pt + Vor:  18 pt"/>
    <w:basedOn w:val="berschrift1"/>
    <w:rsid w:val="006614E2"/>
    <w:pPr>
      <w:widowControl/>
      <w:autoSpaceDE/>
      <w:autoSpaceDN/>
      <w:adjustRightInd/>
      <w:spacing w:before="0" w:after="240"/>
      <w:ind w:left="436" w:hanging="720"/>
      <w:textAlignment w:val="auto"/>
    </w:pPr>
    <w:rPr>
      <w:rFonts w:cs="Times New Roman"/>
      <w:sz w:val="24"/>
      <w:szCs w:val="20"/>
    </w:rPr>
  </w:style>
  <w:style w:type="paragraph" w:customStyle="1" w:styleId="Formatvorlageberschrift1NichtFett">
    <w:name w:val="Formatvorlage Überschrift 1 + Nicht Fett"/>
    <w:basedOn w:val="berschrift1"/>
    <w:rsid w:val="006A53FF"/>
    <w:rPr>
      <w:b w:val="0"/>
      <w:bCs w:val="0"/>
      <w:color w:val="004AB8"/>
      <w:spacing w:val="6"/>
      <w:sz w:val="22"/>
    </w:rPr>
  </w:style>
  <w:style w:type="paragraph" w:customStyle="1" w:styleId="berschrift1klein">
    <w:name w:val="Überschrift 1 klein"/>
    <w:basedOn w:val="berschrift1"/>
    <w:rsid w:val="006A53FF"/>
    <w:pPr>
      <w:shd w:val="clear" w:color="auto" w:fill="FFFFFF"/>
      <w:spacing w:after="0"/>
      <w:ind w:left="20"/>
      <w:outlineLvl w:val="9"/>
    </w:pPr>
    <w:rPr>
      <w:bCs w:val="0"/>
      <w:color w:val="004AB8"/>
      <w:spacing w:val="6"/>
      <w:sz w:val="22"/>
    </w:rPr>
  </w:style>
  <w:style w:type="paragraph" w:styleId="Kommentartext">
    <w:name w:val="annotation text"/>
    <w:aliases w:val="Kommentartext 1"/>
    <w:basedOn w:val="Standard"/>
    <w:link w:val="KommentartextZchn"/>
    <w:rsid w:val="00C65370"/>
    <w:pPr>
      <w:widowControl w:val="0"/>
      <w:autoSpaceDE w:val="0"/>
      <w:autoSpaceDN w:val="0"/>
      <w:adjustRightInd w:val="0"/>
      <w:spacing w:before="120" w:line="360" w:lineRule="auto"/>
      <w:ind w:left="100"/>
    </w:pPr>
    <w:rPr>
      <w:rFonts w:cs="Arial"/>
      <w:b/>
    </w:rPr>
  </w:style>
  <w:style w:type="paragraph" w:customStyle="1" w:styleId="Kommentartext2">
    <w:name w:val="Kommentartext 2"/>
    <w:basedOn w:val="Sprechblasentext"/>
    <w:rsid w:val="00C65370"/>
    <w:pPr>
      <w:spacing w:before="120" w:line="360" w:lineRule="auto"/>
      <w:ind w:left="60"/>
    </w:pPr>
    <w:rPr>
      <w:rFonts w:ascii="Arial" w:hAnsi="Arial"/>
      <w:b/>
      <w:sz w:val="20"/>
    </w:rPr>
  </w:style>
  <w:style w:type="paragraph" w:styleId="Sprechblasentext">
    <w:name w:val="Balloon Text"/>
    <w:basedOn w:val="Standard"/>
    <w:semiHidden/>
    <w:rsid w:val="00C65370"/>
    <w:rPr>
      <w:rFonts w:ascii="Tahoma" w:hAnsi="Tahoma" w:cs="Tahoma"/>
      <w:sz w:val="16"/>
      <w:szCs w:val="16"/>
    </w:rPr>
  </w:style>
  <w:style w:type="paragraph" w:customStyle="1" w:styleId="berschrift10">
    <w:name w:val="Überschrift1"/>
    <w:aliases w:val="AVB"/>
    <w:basedOn w:val="berschrift1"/>
    <w:autoRedefine/>
    <w:rsid w:val="00E424DC"/>
    <w:pPr>
      <w:widowControl/>
      <w:tabs>
        <w:tab w:val="left" w:pos="720"/>
      </w:tabs>
      <w:autoSpaceDE/>
      <w:autoSpaceDN/>
      <w:adjustRightInd/>
      <w:spacing w:before="120" w:after="120" w:line="360" w:lineRule="auto"/>
      <w:ind w:left="720" w:hanging="720"/>
      <w:jc w:val="center"/>
      <w:textAlignment w:val="auto"/>
    </w:pPr>
    <w:rPr>
      <w:bCs w:val="0"/>
      <w:kern w:val="28"/>
      <w:sz w:val="18"/>
      <w:szCs w:val="18"/>
    </w:rPr>
  </w:style>
  <w:style w:type="paragraph" w:styleId="Verzeichnis1">
    <w:name w:val="toc 1"/>
    <w:aliases w:val="AVB1"/>
    <w:basedOn w:val="Standard"/>
    <w:next w:val="Standard"/>
    <w:autoRedefine/>
    <w:semiHidden/>
    <w:rsid w:val="005E4505"/>
    <w:pPr>
      <w:spacing w:before="360"/>
    </w:pPr>
    <w:rPr>
      <w:rFonts w:cs="Arial"/>
      <w:bCs/>
      <w:caps/>
      <w:sz w:val="16"/>
      <w:szCs w:val="24"/>
    </w:rPr>
  </w:style>
  <w:style w:type="paragraph" w:styleId="Kopfzeile">
    <w:name w:val="header"/>
    <w:basedOn w:val="Standard"/>
    <w:link w:val="KopfzeileZchn"/>
    <w:rsid w:val="00DA10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DA1089"/>
    <w:rPr>
      <w:rFonts w:ascii="Arial" w:hAnsi="Arial"/>
    </w:rPr>
  </w:style>
  <w:style w:type="paragraph" w:styleId="Fuzeile">
    <w:name w:val="footer"/>
    <w:basedOn w:val="Standard"/>
    <w:link w:val="FuzeileZchn"/>
    <w:rsid w:val="00DA10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rsid w:val="00DA1089"/>
    <w:rPr>
      <w:rFonts w:ascii="Arial" w:hAnsi="Arial"/>
    </w:rPr>
  </w:style>
  <w:style w:type="table" w:styleId="Tabellenraster">
    <w:name w:val="Table Grid"/>
    <w:basedOn w:val="NormaleTabelle"/>
    <w:rsid w:val="00DA1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F1169D"/>
    <w:rPr>
      <w:rFonts w:ascii="Arial" w:hAnsi="Arial"/>
    </w:rPr>
  </w:style>
  <w:style w:type="paragraph" w:customStyle="1" w:styleId="Eindruckdaten">
    <w:name w:val="Eindruckdaten"/>
    <w:basedOn w:val="Standard"/>
    <w:link w:val="EindruckdatenZchn"/>
    <w:rsid w:val="001655C9"/>
    <w:rPr>
      <w:rFonts w:ascii="Lucida Sans" w:hAnsi="Lucida Sans"/>
      <w:b/>
      <w:sz w:val="16"/>
    </w:rPr>
  </w:style>
  <w:style w:type="character" w:customStyle="1" w:styleId="EindruckdatenZchn">
    <w:name w:val="Eindruckdaten Zchn"/>
    <w:link w:val="Eindruckdaten"/>
    <w:rsid w:val="001655C9"/>
    <w:rPr>
      <w:rFonts w:ascii="Lucida Sans" w:hAnsi="Lucida Sans"/>
      <w:b/>
      <w:sz w:val="16"/>
    </w:rPr>
  </w:style>
  <w:style w:type="character" w:styleId="Kommentarzeichen">
    <w:name w:val="annotation reference"/>
    <w:rsid w:val="001A3B56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rsid w:val="001A3B56"/>
    <w:pPr>
      <w:widowControl/>
      <w:autoSpaceDE/>
      <w:autoSpaceDN/>
      <w:adjustRightInd/>
      <w:spacing w:before="0" w:line="240" w:lineRule="auto"/>
      <w:ind w:left="0"/>
    </w:pPr>
    <w:rPr>
      <w:rFonts w:cs="Times New Roman"/>
      <w:bCs/>
    </w:rPr>
  </w:style>
  <w:style w:type="character" w:customStyle="1" w:styleId="KommentartextZchn">
    <w:name w:val="Kommentartext Zchn"/>
    <w:aliases w:val="Kommentartext 1 Zchn"/>
    <w:link w:val="Kommentartext"/>
    <w:rsid w:val="001A3B56"/>
    <w:rPr>
      <w:rFonts w:ascii="Arial" w:hAnsi="Arial" w:cs="Arial"/>
      <w:b/>
    </w:rPr>
  </w:style>
  <w:style w:type="character" w:customStyle="1" w:styleId="KommentarthemaZchn">
    <w:name w:val="Kommentarthema Zchn"/>
    <w:link w:val="Kommentarthema"/>
    <w:rsid w:val="001A3B56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1A3B56"/>
    <w:rPr>
      <w:rFonts w:ascii="Arial" w:hAnsi="Arial"/>
    </w:rPr>
  </w:style>
  <w:style w:type="character" w:styleId="Hyperlink">
    <w:name w:val="Hyperlink"/>
    <w:rsid w:val="00CA2DF2"/>
    <w:rPr>
      <w:color w:val="0000FF"/>
      <w:u w:val="single"/>
    </w:rPr>
  </w:style>
  <w:style w:type="paragraph" w:customStyle="1" w:styleId="StandardMuster">
    <w:name w:val="Standard Muster Ü"/>
    <w:basedOn w:val="berschrift1"/>
    <w:qFormat/>
    <w:rsid w:val="004E38F8"/>
    <w:pPr>
      <w:keepLines/>
      <w:widowControl/>
      <w:tabs>
        <w:tab w:val="left" w:pos="851"/>
      </w:tabs>
      <w:autoSpaceDE/>
      <w:autoSpaceDN/>
      <w:adjustRightInd/>
      <w:spacing w:after="240"/>
      <w:ind w:left="0"/>
      <w:textAlignment w:val="auto"/>
    </w:pPr>
    <w:rPr>
      <w:rFonts w:eastAsiaTheme="majorEastAsia" w:cstheme="majorBidi"/>
      <w:bCs w:val="0"/>
      <w:kern w:val="0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0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I-ZRE-Buergschaften@bundesimmobilien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FE717-2EEC-424A-A443-F73638FB7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A4F4B274.dotm</Template>
  <TotalTime>0</TotalTime>
  <Pages>1</Pages>
  <Words>361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BMVBS</Company>
  <LinksUpToDate>false</LinksUpToDate>
  <CharactersWithSpaces>2632</CharactersWithSpaces>
  <SharedDoc>false</SharedDoc>
  <HLinks>
    <vt:vector size="6" baseType="variant">
      <vt:variant>
        <vt:i4>4391020</vt:i4>
      </vt:variant>
      <vt:variant>
        <vt:i4>32</vt:i4>
      </vt:variant>
      <vt:variant>
        <vt:i4>0</vt:i4>
      </vt:variant>
      <vt:variant>
        <vt:i4>5</vt:i4>
      </vt:variant>
      <vt:variant>
        <vt:lpwstr>mailto:FI-ZRE-Buergschaften@bundesimmobilien.de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Bayat</dc:creator>
  <cp:lastModifiedBy>Bayat, Sonja</cp:lastModifiedBy>
  <cp:revision>2</cp:revision>
  <cp:lastPrinted>2016-01-21T06:40:00Z</cp:lastPrinted>
  <dcterms:created xsi:type="dcterms:W3CDTF">2016-03-23T11:55:00Z</dcterms:created>
  <dcterms:modified xsi:type="dcterms:W3CDTF">2016-03-23T11:55:00Z</dcterms:modified>
</cp:coreProperties>
</file>